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F3AE6A" w14:textId="77777777" w:rsidR="00377A4A" w:rsidRPr="00C91081" w:rsidRDefault="00377A4A" w:rsidP="00C91081">
      <w:bookmarkStart w:id="0" w:name="_GoBack"/>
      <w:bookmarkEnd w:id="0"/>
    </w:p>
    <w:p w14:paraId="71F280FC" w14:textId="2163B91B" w:rsidR="6CA7FCAA" w:rsidRDefault="6CA7FCAA" w:rsidP="6CA7FCAA">
      <w:pPr>
        <w:jc w:val="center"/>
      </w:pPr>
      <w:r>
        <w:rPr>
          <w:noProof/>
          <w:lang w:val="en-GB" w:eastAsia="en-GB"/>
        </w:rPr>
        <w:drawing>
          <wp:inline distT="0" distB="0" distL="0" distR="0" wp14:anchorId="1E011A80" wp14:editId="1057D187">
            <wp:extent cx="4572000" cy="2057400"/>
            <wp:effectExtent l="0" t="0" r="0" b="0"/>
            <wp:docPr id="16407534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72000" cy="2057400"/>
                    </a:xfrm>
                    <a:prstGeom prst="rect">
                      <a:avLst/>
                    </a:prstGeom>
                  </pic:spPr>
                </pic:pic>
              </a:graphicData>
            </a:graphic>
          </wp:inline>
        </w:drawing>
      </w:r>
    </w:p>
    <w:p w14:paraId="5B9E24A0" w14:textId="77777777" w:rsidR="00377A4A" w:rsidRPr="00C91081" w:rsidRDefault="00377A4A" w:rsidP="00C91081"/>
    <w:p w14:paraId="1D18D33A" w14:textId="77777777" w:rsidR="00377A4A" w:rsidRDefault="00377A4A" w:rsidP="00C91081"/>
    <w:p w14:paraId="5C6C0AF2" w14:textId="77777777" w:rsidR="00C91081" w:rsidRPr="00C91081" w:rsidRDefault="00C91081" w:rsidP="00C91081"/>
    <w:p w14:paraId="37ECCC91" w14:textId="77777777" w:rsidR="00377A4A" w:rsidRPr="00377A4A" w:rsidRDefault="73E8FAB2" w:rsidP="003263B6">
      <w:pPr>
        <w:pStyle w:val="Style1"/>
      </w:pPr>
      <w:r>
        <w:t>Sports Taekwondo Queensland Inc.</w:t>
      </w:r>
    </w:p>
    <w:p w14:paraId="09A214A4" w14:textId="18C10C7A" w:rsidR="73E8FAB2" w:rsidRDefault="73E8FAB2" w:rsidP="73E8FAB2">
      <w:pPr>
        <w:pStyle w:val="Style1"/>
      </w:pPr>
      <w:r>
        <w:t>Trading as</w:t>
      </w:r>
    </w:p>
    <w:p w14:paraId="14E75B20" w14:textId="09EBC067" w:rsidR="73E8FAB2" w:rsidRDefault="6CA7FCAA" w:rsidP="73E8FAB2">
      <w:pPr>
        <w:pStyle w:val="Style1"/>
      </w:pPr>
      <w:r>
        <w:t xml:space="preserve">Australian taekwondo </w:t>
      </w:r>
      <w:proofErr w:type="spellStart"/>
      <w:r>
        <w:t>queensland</w:t>
      </w:r>
      <w:proofErr w:type="spellEnd"/>
    </w:p>
    <w:sdt>
      <w:sdtPr>
        <w:alias w:val="Title"/>
        <w:tag w:val=""/>
        <w:id w:val="-854878858"/>
        <w:placeholder>
          <w:docPart w:val="DAFF7530A7DF445C89ECA007CF17A8C4"/>
        </w:placeholder>
        <w:dataBinding w:prefixMappings="xmlns:ns0='http://purl.org/dc/elements/1.1/' xmlns:ns1='http://schemas.openxmlformats.org/package/2006/metadata/core-properties' " w:xpath="/ns1:coreProperties[1]/ns0:title[1]" w:storeItemID="{6C3C8BC8-F283-45AE-878A-BAB7291924A1}"/>
        <w:text/>
      </w:sdtPr>
      <w:sdtEndPr/>
      <w:sdtContent>
        <w:p w14:paraId="1FDFEC82" w14:textId="14D40F70" w:rsidR="00377A4A" w:rsidRPr="00377A4A" w:rsidRDefault="0078617B" w:rsidP="003263B6">
          <w:pPr>
            <w:pStyle w:val="Style2"/>
            <w:jc w:val="center"/>
          </w:pPr>
          <w:r>
            <w:t>Conflict of Interest Policy</w:t>
          </w:r>
        </w:p>
      </w:sdtContent>
    </w:sdt>
    <w:p w14:paraId="6C80F916" w14:textId="12088A25" w:rsidR="002B3FEC" w:rsidRDefault="002B3FEC" w:rsidP="002B3FEC">
      <w:pPr>
        <w:jc w:val="center"/>
      </w:pPr>
      <w:r>
        <w:t xml:space="preserve">V1.0 – Endorsed </w:t>
      </w:r>
      <w:bookmarkStart w:id="1" w:name="EndorsementDate"/>
      <w:sdt>
        <w:sdtPr>
          <w:id w:val="-416639212"/>
          <w:placeholder>
            <w:docPart w:val="4896362A94B643D1AD86E16EC87887E9"/>
          </w:placeholder>
          <w15:color w:val="000000"/>
          <w:date w:fullDate="2016-06-27T00:00:00Z">
            <w:dateFormat w:val="dddd, d MMMM yyyy"/>
            <w:lid w:val="en-AU"/>
            <w:storeMappedDataAs w:val="dateTime"/>
            <w:calendar w:val="gregorian"/>
          </w:date>
        </w:sdtPr>
        <w:sdtEndPr/>
        <w:sdtContent>
          <w:r w:rsidR="0078617B">
            <w:t>Monday, 27 June 2016</w:t>
          </w:r>
        </w:sdtContent>
      </w:sdt>
      <w:bookmarkEnd w:id="1"/>
    </w:p>
    <w:p w14:paraId="74AA76BD" w14:textId="347B2153" w:rsidR="73E8FAB2" w:rsidRDefault="73E8FAB2" w:rsidP="73E8FAB2">
      <w:pPr>
        <w:jc w:val="center"/>
      </w:pPr>
      <w:r>
        <w:t>V1.1 - Endorsed Tuesday 3 July 2018</w:t>
      </w:r>
    </w:p>
    <w:p w14:paraId="2AE0B43C" w14:textId="77777777" w:rsidR="00377A4A" w:rsidRDefault="00377A4A" w:rsidP="00377A4A"/>
    <w:p w14:paraId="096F235D" w14:textId="77777777" w:rsidR="00377A4A" w:rsidRDefault="00377A4A" w:rsidP="00377A4A"/>
    <w:p w14:paraId="07AC57CB" w14:textId="77777777" w:rsidR="00377A4A" w:rsidRPr="00377A4A" w:rsidRDefault="00377A4A" w:rsidP="00377A4A"/>
    <w:p w14:paraId="79B0B247" w14:textId="77777777" w:rsidR="002D74E4" w:rsidRDefault="002D74E4">
      <w:pPr>
        <w:sectPr w:rsidR="002D74E4" w:rsidSect="003263B6">
          <w:pgSz w:w="11906" w:h="16838"/>
          <w:pgMar w:top="1191" w:right="1077" w:bottom="1440" w:left="1077" w:header="709" w:footer="709" w:gutter="0"/>
          <w:cols w:space="708"/>
          <w:docGrid w:linePitch="360"/>
        </w:sectPr>
      </w:pPr>
    </w:p>
    <w:p w14:paraId="0AB43C17" w14:textId="77777777" w:rsidR="002D74E4" w:rsidRDefault="00C36B59" w:rsidP="002E7AD0">
      <w:pPr>
        <w:pStyle w:val="Heading1"/>
      </w:pPr>
      <w:bookmarkStart w:id="2" w:name="_Toc453863825"/>
      <w:r>
        <w:lastRenderedPageBreak/>
        <w:t>Document Management</w:t>
      </w:r>
      <w:bookmarkEnd w:id="2"/>
    </w:p>
    <w:tbl>
      <w:tblPr>
        <w:tblStyle w:val="PlainTable2"/>
        <w:tblW w:w="5000" w:type="pct"/>
        <w:tblLook w:val="04A0" w:firstRow="1" w:lastRow="0" w:firstColumn="1" w:lastColumn="0" w:noHBand="0" w:noVBand="1"/>
      </w:tblPr>
      <w:tblGrid>
        <w:gridCol w:w="1375"/>
        <w:gridCol w:w="1839"/>
        <w:gridCol w:w="4753"/>
        <w:gridCol w:w="1785"/>
      </w:tblGrid>
      <w:tr w:rsidR="007D4A63" w14:paraId="5A68F770" w14:textId="77777777" w:rsidTr="73E8FA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 w:type="pct"/>
          </w:tcPr>
          <w:p w14:paraId="3F720038" w14:textId="77777777" w:rsidR="007D4A63" w:rsidRDefault="007D4A63" w:rsidP="007D4A63">
            <w:pPr>
              <w:spacing w:before="240"/>
              <w:jc w:val="center"/>
            </w:pPr>
            <w:r>
              <w:t>Version</w:t>
            </w:r>
          </w:p>
        </w:tc>
        <w:tc>
          <w:tcPr>
            <w:tcW w:w="943" w:type="pct"/>
          </w:tcPr>
          <w:p w14:paraId="137F3139" w14:textId="77777777" w:rsidR="007D4A63" w:rsidRDefault="007D4A63" w:rsidP="007D4A63">
            <w:pPr>
              <w:spacing w:before="240"/>
              <w:jc w:val="center"/>
              <w:cnfStyle w:val="100000000000" w:firstRow="1" w:lastRow="0" w:firstColumn="0" w:lastColumn="0" w:oddVBand="0" w:evenVBand="0" w:oddHBand="0" w:evenHBand="0" w:firstRowFirstColumn="0" w:firstRowLastColumn="0" w:lastRowFirstColumn="0" w:lastRowLastColumn="0"/>
            </w:pPr>
            <w:r w:rsidRPr="007D4A63">
              <w:t>Date</w:t>
            </w:r>
            <w:r>
              <w:t xml:space="preserve"> reviewed</w:t>
            </w:r>
          </w:p>
        </w:tc>
        <w:tc>
          <w:tcPr>
            <w:tcW w:w="2437" w:type="pct"/>
          </w:tcPr>
          <w:p w14:paraId="1190191F" w14:textId="77777777" w:rsidR="007D4A63" w:rsidRDefault="007D4A63" w:rsidP="007D4A63">
            <w:pPr>
              <w:spacing w:before="240"/>
              <w:cnfStyle w:val="100000000000" w:firstRow="1" w:lastRow="0" w:firstColumn="0" w:lastColumn="0" w:oddVBand="0" w:evenVBand="0" w:oddHBand="0" w:evenHBand="0" w:firstRowFirstColumn="0" w:firstRowLastColumn="0" w:lastRowFirstColumn="0" w:lastRowLastColumn="0"/>
            </w:pPr>
            <w:r>
              <w:t>Content reviewed</w:t>
            </w:r>
          </w:p>
        </w:tc>
        <w:tc>
          <w:tcPr>
            <w:tcW w:w="915" w:type="pct"/>
          </w:tcPr>
          <w:p w14:paraId="602083B1" w14:textId="77777777" w:rsidR="007D4A63" w:rsidRDefault="007D4A63" w:rsidP="007D4A63">
            <w:pPr>
              <w:spacing w:before="240"/>
              <w:jc w:val="center"/>
              <w:cnfStyle w:val="100000000000" w:firstRow="1" w:lastRow="0" w:firstColumn="0" w:lastColumn="0" w:oddVBand="0" w:evenVBand="0" w:oddHBand="0" w:evenHBand="0" w:firstRowFirstColumn="0" w:firstRowLastColumn="0" w:lastRowFirstColumn="0" w:lastRowLastColumn="0"/>
            </w:pPr>
            <w:r>
              <w:t>Date Endorsed</w:t>
            </w:r>
          </w:p>
        </w:tc>
      </w:tr>
      <w:tr w:rsidR="007D4A63" w14:paraId="66183CF5" w14:textId="77777777" w:rsidTr="73E8FA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 w:type="pct"/>
          </w:tcPr>
          <w:p w14:paraId="07E9713D" w14:textId="20039638" w:rsidR="007D4A63" w:rsidRDefault="73E8FAB2" w:rsidP="00C36B59">
            <w:pPr>
              <w:jc w:val="center"/>
            </w:pPr>
            <w:r>
              <w:t>1.0</w:t>
            </w:r>
          </w:p>
        </w:tc>
        <w:tc>
          <w:tcPr>
            <w:tcW w:w="943" w:type="pct"/>
          </w:tcPr>
          <w:p w14:paraId="21A9D3B4" w14:textId="183B752E" w:rsidR="007D4A63" w:rsidRDefault="002E7AD0" w:rsidP="00C36B59">
            <w:pPr>
              <w:jc w:val="center"/>
              <w:cnfStyle w:val="000000100000" w:firstRow="0" w:lastRow="0" w:firstColumn="0" w:lastColumn="0" w:oddVBand="0" w:evenVBand="0" w:oddHBand="1" w:evenHBand="0" w:firstRowFirstColumn="0" w:firstRowLastColumn="0" w:lastRowFirstColumn="0" w:lastRowLastColumn="0"/>
            </w:pPr>
            <w:r>
              <w:t xml:space="preserve">Created </w:t>
            </w:r>
            <w:sdt>
              <w:sdtPr>
                <w:id w:val="-381100472"/>
                <w:placeholder>
                  <w:docPart w:val="09B2997DC2B14018BF19D414B7325026"/>
                </w:placeholder>
                <w:date w:fullDate="2016-06-16T00:00:00Z">
                  <w:dateFormat w:val="MMM yy"/>
                  <w:lid w:val="en-AU"/>
                  <w:storeMappedDataAs w:val="dateTime"/>
                  <w:calendar w:val="gregorian"/>
                </w:date>
              </w:sdtPr>
              <w:sdtEndPr/>
              <w:sdtContent>
                <w:r w:rsidR="0078617B">
                  <w:t>Jun 16</w:t>
                </w:r>
              </w:sdtContent>
            </w:sdt>
          </w:p>
        </w:tc>
        <w:sdt>
          <w:sdtPr>
            <w:id w:val="-1339696183"/>
            <w:placeholder>
              <w:docPart w:val="D64B0B600A5D47C286054EF17FD04326"/>
            </w:placeholder>
            <w:text/>
          </w:sdtPr>
          <w:sdtEndPr/>
          <w:sdtContent>
            <w:tc>
              <w:tcPr>
                <w:tcW w:w="2437" w:type="pct"/>
              </w:tcPr>
              <w:p w14:paraId="0B2B701E" w14:textId="02807813" w:rsidR="007D4A63" w:rsidRDefault="0078617B" w:rsidP="002E7AD0">
                <w:pPr>
                  <w:cnfStyle w:val="000000100000" w:firstRow="0" w:lastRow="0" w:firstColumn="0" w:lastColumn="0" w:oddVBand="0" w:evenVBand="0" w:oddHBand="1" w:evenHBand="0" w:firstRowFirstColumn="0" w:firstRowLastColumn="0" w:lastRowFirstColumn="0" w:lastRowLastColumn="0"/>
                </w:pPr>
                <w:r>
                  <w:t>Initial draft</w:t>
                </w:r>
              </w:p>
            </w:tc>
          </w:sdtContent>
        </w:sdt>
        <w:tc>
          <w:tcPr>
            <w:tcW w:w="915" w:type="pct"/>
          </w:tcPr>
          <w:p w14:paraId="1C78EC91" w14:textId="71A7EF32" w:rsidR="007D4A63" w:rsidRDefault="002B3FEC" w:rsidP="00C36B59">
            <w:pPr>
              <w:jc w:val="cente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EndorsementDate \h </w:instrText>
            </w:r>
            <w:r>
              <w:fldChar w:fldCharType="separate"/>
            </w:r>
            <w:sdt>
              <w:sdtPr>
                <w:id w:val="-1152135018"/>
                <w:placeholder>
                  <w:docPart w:val="7ABABB5AA5DA4447929FFCFAE597436B"/>
                </w:placeholder>
                <w15:color w:val="000000"/>
                <w:date w:fullDate="2016-06-27T00:00:00Z">
                  <w:dateFormat w:val="d/MM/yyyy"/>
                  <w:lid w:val="en-AU"/>
                  <w:storeMappedDataAs w:val="dateTime"/>
                  <w:calendar w:val="gregorian"/>
                </w:date>
              </w:sdtPr>
              <w:sdtEndPr/>
              <w:sdtContent>
                <w:r w:rsidR="0078617B">
                  <w:t>27/06/2016</w:t>
                </w:r>
              </w:sdtContent>
            </w:sdt>
            <w:r>
              <w:fldChar w:fldCharType="end"/>
            </w:r>
          </w:p>
        </w:tc>
      </w:tr>
      <w:tr w:rsidR="73E8FAB2" w14:paraId="7A8B09E6" w14:textId="77777777" w:rsidTr="73E8FAB2">
        <w:tc>
          <w:tcPr>
            <w:cnfStyle w:val="001000000000" w:firstRow="0" w:lastRow="0" w:firstColumn="1" w:lastColumn="0" w:oddVBand="0" w:evenVBand="0" w:oddHBand="0" w:evenHBand="0" w:firstRowFirstColumn="0" w:firstRowLastColumn="0" w:lastRowFirstColumn="0" w:lastRowLastColumn="0"/>
            <w:tcW w:w="1375" w:type="dxa"/>
          </w:tcPr>
          <w:p w14:paraId="0453E4B1" w14:textId="2178CF7F" w:rsidR="73E8FAB2" w:rsidRDefault="73E8FAB2" w:rsidP="73E8FAB2">
            <w:r>
              <w:t xml:space="preserve">       1.1</w:t>
            </w:r>
          </w:p>
        </w:tc>
        <w:tc>
          <w:tcPr>
            <w:tcW w:w="1839" w:type="dxa"/>
          </w:tcPr>
          <w:p w14:paraId="70D46655" w14:textId="0EA99EDE" w:rsidR="73E8FAB2" w:rsidRDefault="73E8FAB2" w:rsidP="73E8FAB2">
            <w:pPr>
              <w:cnfStyle w:val="000000000000" w:firstRow="0" w:lastRow="0" w:firstColumn="0" w:lastColumn="0" w:oddVBand="0" w:evenVBand="0" w:oddHBand="0" w:evenHBand="0" w:firstRowFirstColumn="0" w:firstRowLastColumn="0" w:lastRowFirstColumn="0" w:lastRowLastColumn="0"/>
            </w:pPr>
            <w:r>
              <w:t xml:space="preserve">  3 July 2018     </w:t>
            </w:r>
          </w:p>
        </w:tc>
        <w:tc>
          <w:tcPr>
            <w:tcW w:w="4753" w:type="dxa"/>
          </w:tcPr>
          <w:p w14:paraId="22FECDCD" w14:textId="33A9D663" w:rsidR="73E8FAB2" w:rsidRDefault="73E8FAB2" w:rsidP="73E8FAB2">
            <w:pPr>
              <w:cnfStyle w:val="000000000000" w:firstRow="0" w:lastRow="0" w:firstColumn="0" w:lastColumn="0" w:oddVBand="0" w:evenVBand="0" w:oddHBand="0" w:evenHBand="0" w:firstRowFirstColumn="0" w:firstRowLastColumn="0" w:lastRowFirstColumn="0" w:lastRowLastColumn="0"/>
            </w:pPr>
            <w:r>
              <w:t>Renamed STQ to ATQ, change logo, review content – nil changes made to content</w:t>
            </w:r>
          </w:p>
        </w:tc>
        <w:tc>
          <w:tcPr>
            <w:tcW w:w="1785" w:type="dxa"/>
          </w:tcPr>
          <w:p w14:paraId="57B9128A" w14:textId="7CA46636" w:rsidR="73E8FAB2" w:rsidRDefault="73E8FAB2" w:rsidP="73E8FAB2">
            <w:pPr>
              <w:cnfStyle w:val="000000000000" w:firstRow="0" w:lastRow="0" w:firstColumn="0" w:lastColumn="0" w:oddVBand="0" w:evenVBand="0" w:oddHBand="0" w:evenHBand="0" w:firstRowFirstColumn="0" w:firstRowLastColumn="0" w:lastRowFirstColumn="0" w:lastRowLastColumn="0"/>
            </w:pPr>
            <w:r>
              <w:t xml:space="preserve">    03/07/18</w:t>
            </w:r>
          </w:p>
        </w:tc>
      </w:tr>
    </w:tbl>
    <w:p w14:paraId="4AE76B61" w14:textId="77777777" w:rsidR="007D4A63" w:rsidRDefault="007D4A63"/>
    <w:p w14:paraId="2B0F430E" w14:textId="77777777" w:rsidR="007D4A63" w:rsidRDefault="007D4A63">
      <w:pPr>
        <w:sectPr w:rsidR="007D4A63" w:rsidSect="003263B6">
          <w:headerReference w:type="default" r:id="rId12"/>
          <w:footerReference w:type="default" r:id="rId13"/>
          <w:pgSz w:w="11906" w:h="16838"/>
          <w:pgMar w:top="1191" w:right="1077" w:bottom="1440" w:left="1077" w:header="709" w:footer="709" w:gutter="0"/>
          <w:pgNumType w:fmt="lowerRoman" w:start="1"/>
          <w:cols w:space="708"/>
          <w:docGrid w:linePitch="360"/>
        </w:sectPr>
      </w:pPr>
    </w:p>
    <w:sdt>
      <w:sdtPr>
        <w:rPr>
          <w:rFonts w:asciiTheme="minorHAnsi" w:eastAsiaTheme="minorHAnsi" w:hAnsiTheme="minorHAnsi" w:cstheme="minorBidi"/>
          <w:smallCaps w:val="0"/>
          <w:color w:val="auto"/>
          <w:sz w:val="22"/>
          <w:szCs w:val="22"/>
          <w:lang w:val="en-AU"/>
        </w:rPr>
        <w:id w:val="1024748197"/>
        <w:docPartObj>
          <w:docPartGallery w:val="Table of Contents"/>
          <w:docPartUnique/>
        </w:docPartObj>
      </w:sdtPr>
      <w:sdtEndPr>
        <w:rPr>
          <w:b/>
          <w:bCs/>
          <w:noProof/>
        </w:rPr>
      </w:sdtEndPr>
      <w:sdtContent>
        <w:p w14:paraId="038C2943" w14:textId="77777777" w:rsidR="003D08A7" w:rsidRDefault="003D08A7" w:rsidP="002B3FEC">
          <w:pPr>
            <w:pStyle w:val="TOCHeading"/>
          </w:pPr>
          <w:r>
            <w:t>Contents</w:t>
          </w:r>
        </w:p>
        <w:p w14:paraId="33179328" w14:textId="77777777" w:rsidR="002B3FEC" w:rsidRDefault="003D08A7">
          <w:pPr>
            <w:pStyle w:val="TOC1"/>
            <w:rPr>
              <w:rFonts w:eastAsiaTheme="minorEastAsia"/>
              <w:noProof/>
              <w:lang w:eastAsia="en-AU"/>
            </w:rPr>
          </w:pPr>
          <w:r>
            <w:fldChar w:fldCharType="begin"/>
          </w:r>
          <w:r>
            <w:instrText xml:space="preserve"> TOC \o "1-3" \h \z \u </w:instrText>
          </w:r>
          <w:r>
            <w:fldChar w:fldCharType="separate"/>
          </w:r>
          <w:hyperlink w:anchor="_Toc453863825" w:history="1">
            <w:r w:rsidR="002B3FEC" w:rsidRPr="00231548">
              <w:rPr>
                <w:rStyle w:val="Hyperlink"/>
                <w:noProof/>
              </w:rPr>
              <w:t>Document Management</w:t>
            </w:r>
            <w:r w:rsidR="002B3FEC">
              <w:rPr>
                <w:noProof/>
                <w:webHidden/>
              </w:rPr>
              <w:tab/>
            </w:r>
            <w:r w:rsidR="002B3FEC">
              <w:rPr>
                <w:noProof/>
                <w:webHidden/>
              </w:rPr>
              <w:fldChar w:fldCharType="begin"/>
            </w:r>
            <w:r w:rsidR="002B3FEC">
              <w:rPr>
                <w:noProof/>
                <w:webHidden/>
              </w:rPr>
              <w:instrText xml:space="preserve"> PAGEREF _Toc453863825 \h </w:instrText>
            </w:r>
            <w:r w:rsidR="002B3FEC">
              <w:rPr>
                <w:noProof/>
                <w:webHidden/>
              </w:rPr>
            </w:r>
            <w:r w:rsidR="002B3FEC">
              <w:rPr>
                <w:noProof/>
                <w:webHidden/>
              </w:rPr>
              <w:fldChar w:fldCharType="separate"/>
            </w:r>
            <w:r w:rsidR="002B3FEC">
              <w:rPr>
                <w:noProof/>
                <w:webHidden/>
              </w:rPr>
              <w:t>i</w:t>
            </w:r>
            <w:r w:rsidR="002B3FEC">
              <w:rPr>
                <w:noProof/>
                <w:webHidden/>
              </w:rPr>
              <w:fldChar w:fldCharType="end"/>
            </w:r>
          </w:hyperlink>
        </w:p>
        <w:p w14:paraId="2A7538A1" w14:textId="77777777" w:rsidR="002B3FEC" w:rsidRDefault="008E25DA">
          <w:pPr>
            <w:pStyle w:val="TOC1"/>
            <w:tabs>
              <w:tab w:val="left" w:pos="440"/>
            </w:tabs>
            <w:rPr>
              <w:rFonts w:eastAsiaTheme="minorEastAsia"/>
              <w:noProof/>
              <w:lang w:eastAsia="en-AU"/>
            </w:rPr>
          </w:pPr>
          <w:hyperlink w:anchor="_Toc453863826" w:history="1">
            <w:r w:rsidR="002B3FEC" w:rsidRPr="00231548">
              <w:rPr>
                <w:rStyle w:val="Hyperlink"/>
                <w:noProof/>
              </w:rPr>
              <w:t>1.</w:t>
            </w:r>
            <w:r w:rsidR="002B3FEC">
              <w:rPr>
                <w:rFonts w:eastAsiaTheme="minorEastAsia"/>
                <w:noProof/>
                <w:lang w:eastAsia="en-AU"/>
              </w:rPr>
              <w:tab/>
            </w:r>
            <w:r w:rsidR="002B3FEC" w:rsidRPr="00231548">
              <w:rPr>
                <w:rStyle w:val="Hyperlink"/>
                <w:noProof/>
              </w:rPr>
              <w:t>Purpose</w:t>
            </w:r>
            <w:r w:rsidR="002B3FEC">
              <w:rPr>
                <w:noProof/>
                <w:webHidden/>
              </w:rPr>
              <w:tab/>
            </w:r>
            <w:r w:rsidR="002B3FEC">
              <w:rPr>
                <w:noProof/>
                <w:webHidden/>
              </w:rPr>
              <w:fldChar w:fldCharType="begin"/>
            </w:r>
            <w:r w:rsidR="002B3FEC">
              <w:rPr>
                <w:noProof/>
                <w:webHidden/>
              </w:rPr>
              <w:instrText xml:space="preserve"> PAGEREF _Toc453863826 \h </w:instrText>
            </w:r>
            <w:r w:rsidR="002B3FEC">
              <w:rPr>
                <w:noProof/>
                <w:webHidden/>
              </w:rPr>
            </w:r>
            <w:r w:rsidR="002B3FEC">
              <w:rPr>
                <w:noProof/>
                <w:webHidden/>
              </w:rPr>
              <w:fldChar w:fldCharType="separate"/>
            </w:r>
            <w:r w:rsidR="002B3FEC">
              <w:rPr>
                <w:noProof/>
                <w:webHidden/>
              </w:rPr>
              <w:t>1</w:t>
            </w:r>
            <w:r w:rsidR="002B3FEC">
              <w:rPr>
                <w:noProof/>
                <w:webHidden/>
              </w:rPr>
              <w:fldChar w:fldCharType="end"/>
            </w:r>
          </w:hyperlink>
        </w:p>
        <w:p w14:paraId="6E0A3CD2" w14:textId="77777777" w:rsidR="002B3FEC" w:rsidRDefault="008E25DA">
          <w:pPr>
            <w:pStyle w:val="TOC1"/>
            <w:tabs>
              <w:tab w:val="left" w:pos="440"/>
            </w:tabs>
            <w:rPr>
              <w:rFonts w:eastAsiaTheme="minorEastAsia"/>
              <w:noProof/>
              <w:lang w:eastAsia="en-AU"/>
            </w:rPr>
          </w:pPr>
          <w:hyperlink w:anchor="_Toc453863827" w:history="1">
            <w:r w:rsidR="002B3FEC" w:rsidRPr="00231548">
              <w:rPr>
                <w:rStyle w:val="Hyperlink"/>
                <w:noProof/>
              </w:rPr>
              <w:t>2.</w:t>
            </w:r>
            <w:r w:rsidR="002B3FEC">
              <w:rPr>
                <w:rFonts w:eastAsiaTheme="minorEastAsia"/>
                <w:noProof/>
                <w:lang w:eastAsia="en-AU"/>
              </w:rPr>
              <w:tab/>
            </w:r>
            <w:r w:rsidR="002B3FEC" w:rsidRPr="00231548">
              <w:rPr>
                <w:rStyle w:val="Hyperlink"/>
                <w:noProof/>
              </w:rPr>
              <w:t>Objective</w:t>
            </w:r>
            <w:r w:rsidR="002B3FEC">
              <w:rPr>
                <w:noProof/>
                <w:webHidden/>
              </w:rPr>
              <w:tab/>
            </w:r>
            <w:r w:rsidR="002B3FEC">
              <w:rPr>
                <w:noProof/>
                <w:webHidden/>
              </w:rPr>
              <w:fldChar w:fldCharType="begin"/>
            </w:r>
            <w:r w:rsidR="002B3FEC">
              <w:rPr>
                <w:noProof/>
                <w:webHidden/>
              </w:rPr>
              <w:instrText xml:space="preserve"> PAGEREF _Toc453863827 \h </w:instrText>
            </w:r>
            <w:r w:rsidR="002B3FEC">
              <w:rPr>
                <w:noProof/>
                <w:webHidden/>
              </w:rPr>
            </w:r>
            <w:r w:rsidR="002B3FEC">
              <w:rPr>
                <w:noProof/>
                <w:webHidden/>
              </w:rPr>
              <w:fldChar w:fldCharType="separate"/>
            </w:r>
            <w:r w:rsidR="002B3FEC">
              <w:rPr>
                <w:noProof/>
                <w:webHidden/>
              </w:rPr>
              <w:t>1</w:t>
            </w:r>
            <w:r w:rsidR="002B3FEC">
              <w:rPr>
                <w:noProof/>
                <w:webHidden/>
              </w:rPr>
              <w:fldChar w:fldCharType="end"/>
            </w:r>
          </w:hyperlink>
        </w:p>
        <w:p w14:paraId="19CC374F" w14:textId="77777777" w:rsidR="002B3FEC" w:rsidRDefault="008E25DA">
          <w:pPr>
            <w:pStyle w:val="TOC1"/>
            <w:tabs>
              <w:tab w:val="left" w:pos="440"/>
            </w:tabs>
            <w:rPr>
              <w:rFonts w:eastAsiaTheme="minorEastAsia"/>
              <w:noProof/>
              <w:lang w:eastAsia="en-AU"/>
            </w:rPr>
          </w:pPr>
          <w:hyperlink w:anchor="_Toc453863828" w:history="1">
            <w:r w:rsidR="002B3FEC" w:rsidRPr="00231548">
              <w:rPr>
                <w:rStyle w:val="Hyperlink"/>
                <w:noProof/>
              </w:rPr>
              <w:t>3.</w:t>
            </w:r>
            <w:r w:rsidR="002B3FEC">
              <w:rPr>
                <w:rFonts w:eastAsiaTheme="minorEastAsia"/>
                <w:noProof/>
                <w:lang w:eastAsia="en-AU"/>
              </w:rPr>
              <w:tab/>
            </w:r>
            <w:r w:rsidR="002B3FEC" w:rsidRPr="00231548">
              <w:rPr>
                <w:rStyle w:val="Hyperlink"/>
                <w:noProof/>
              </w:rPr>
              <w:t>Scope</w:t>
            </w:r>
            <w:r w:rsidR="002B3FEC">
              <w:rPr>
                <w:noProof/>
                <w:webHidden/>
              </w:rPr>
              <w:tab/>
            </w:r>
            <w:r w:rsidR="002B3FEC">
              <w:rPr>
                <w:noProof/>
                <w:webHidden/>
              </w:rPr>
              <w:fldChar w:fldCharType="begin"/>
            </w:r>
            <w:r w:rsidR="002B3FEC">
              <w:rPr>
                <w:noProof/>
                <w:webHidden/>
              </w:rPr>
              <w:instrText xml:space="preserve"> PAGEREF _Toc453863828 \h </w:instrText>
            </w:r>
            <w:r w:rsidR="002B3FEC">
              <w:rPr>
                <w:noProof/>
                <w:webHidden/>
              </w:rPr>
            </w:r>
            <w:r w:rsidR="002B3FEC">
              <w:rPr>
                <w:noProof/>
                <w:webHidden/>
              </w:rPr>
              <w:fldChar w:fldCharType="separate"/>
            </w:r>
            <w:r w:rsidR="002B3FEC">
              <w:rPr>
                <w:noProof/>
                <w:webHidden/>
              </w:rPr>
              <w:t>1</w:t>
            </w:r>
            <w:r w:rsidR="002B3FEC">
              <w:rPr>
                <w:noProof/>
                <w:webHidden/>
              </w:rPr>
              <w:fldChar w:fldCharType="end"/>
            </w:r>
          </w:hyperlink>
        </w:p>
        <w:p w14:paraId="4A727E48" w14:textId="77777777" w:rsidR="002B3FEC" w:rsidRDefault="008E25DA">
          <w:pPr>
            <w:pStyle w:val="TOC1"/>
            <w:tabs>
              <w:tab w:val="left" w:pos="440"/>
            </w:tabs>
            <w:rPr>
              <w:rFonts w:eastAsiaTheme="minorEastAsia"/>
              <w:noProof/>
              <w:lang w:eastAsia="en-AU"/>
            </w:rPr>
          </w:pPr>
          <w:hyperlink w:anchor="_Toc453863829" w:history="1">
            <w:r w:rsidR="002B3FEC" w:rsidRPr="00231548">
              <w:rPr>
                <w:rStyle w:val="Hyperlink"/>
                <w:noProof/>
              </w:rPr>
              <w:t>4.</w:t>
            </w:r>
            <w:r w:rsidR="002B3FEC">
              <w:rPr>
                <w:rFonts w:eastAsiaTheme="minorEastAsia"/>
                <w:noProof/>
                <w:lang w:eastAsia="en-AU"/>
              </w:rPr>
              <w:tab/>
            </w:r>
            <w:r w:rsidR="002B3FEC" w:rsidRPr="00231548">
              <w:rPr>
                <w:rStyle w:val="Hyperlink"/>
                <w:noProof/>
              </w:rPr>
              <w:t>Definition of conflicts of interests</w:t>
            </w:r>
            <w:r w:rsidR="002B3FEC">
              <w:rPr>
                <w:noProof/>
                <w:webHidden/>
              </w:rPr>
              <w:tab/>
            </w:r>
            <w:r w:rsidR="002B3FEC">
              <w:rPr>
                <w:noProof/>
                <w:webHidden/>
              </w:rPr>
              <w:fldChar w:fldCharType="begin"/>
            </w:r>
            <w:r w:rsidR="002B3FEC">
              <w:rPr>
                <w:noProof/>
                <w:webHidden/>
              </w:rPr>
              <w:instrText xml:space="preserve"> PAGEREF _Toc453863829 \h </w:instrText>
            </w:r>
            <w:r w:rsidR="002B3FEC">
              <w:rPr>
                <w:noProof/>
                <w:webHidden/>
              </w:rPr>
            </w:r>
            <w:r w:rsidR="002B3FEC">
              <w:rPr>
                <w:noProof/>
                <w:webHidden/>
              </w:rPr>
              <w:fldChar w:fldCharType="separate"/>
            </w:r>
            <w:r w:rsidR="002B3FEC">
              <w:rPr>
                <w:noProof/>
                <w:webHidden/>
              </w:rPr>
              <w:t>1</w:t>
            </w:r>
            <w:r w:rsidR="002B3FEC">
              <w:rPr>
                <w:noProof/>
                <w:webHidden/>
              </w:rPr>
              <w:fldChar w:fldCharType="end"/>
            </w:r>
          </w:hyperlink>
        </w:p>
        <w:p w14:paraId="25636CEB" w14:textId="77777777" w:rsidR="002B3FEC" w:rsidRDefault="008E25DA">
          <w:pPr>
            <w:pStyle w:val="TOC1"/>
            <w:tabs>
              <w:tab w:val="left" w:pos="440"/>
            </w:tabs>
            <w:rPr>
              <w:rFonts w:eastAsiaTheme="minorEastAsia"/>
              <w:noProof/>
              <w:lang w:eastAsia="en-AU"/>
            </w:rPr>
          </w:pPr>
          <w:hyperlink w:anchor="_Toc453863830" w:history="1">
            <w:r w:rsidR="002B3FEC" w:rsidRPr="00231548">
              <w:rPr>
                <w:rStyle w:val="Hyperlink"/>
                <w:noProof/>
              </w:rPr>
              <w:t>5.</w:t>
            </w:r>
            <w:r w:rsidR="002B3FEC">
              <w:rPr>
                <w:rFonts w:eastAsiaTheme="minorEastAsia"/>
                <w:noProof/>
                <w:lang w:eastAsia="en-AU"/>
              </w:rPr>
              <w:tab/>
            </w:r>
            <w:r w:rsidR="002B3FEC" w:rsidRPr="00231548">
              <w:rPr>
                <w:rStyle w:val="Hyperlink"/>
                <w:noProof/>
              </w:rPr>
              <w:t>Policy</w:t>
            </w:r>
            <w:r w:rsidR="002B3FEC">
              <w:rPr>
                <w:noProof/>
                <w:webHidden/>
              </w:rPr>
              <w:tab/>
            </w:r>
            <w:r w:rsidR="002B3FEC">
              <w:rPr>
                <w:noProof/>
                <w:webHidden/>
              </w:rPr>
              <w:fldChar w:fldCharType="begin"/>
            </w:r>
            <w:r w:rsidR="002B3FEC">
              <w:rPr>
                <w:noProof/>
                <w:webHidden/>
              </w:rPr>
              <w:instrText xml:space="preserve"> PAGEREF _Toc453863830 \h </w:instrText>
            </w:r>
            <w:r w:rsidR="002B3FEC">
              <w:rPr>
                <w:noProof/>
                <w:webHidden/>
              </w:rPr>
            </w:r>
            <w:r w:rsidR="002B3FEC">
              <w:rPr>
                <w:noProof/>
                <w:webHidden/>
              </w:rPr>
              <w:fldChar w:fldCharType="separate"/>
            </w:r>
            <w:r w:rsidR="002B3FEC">
              <w:rPr>
                <w:noProof/>
                <w:webHidden/>
              </w:rPr>
              <w:t>1</w:t>
            </w:r>
            <w:r w:rsidR="002B3FEC">
              <w:rPr>
                <w:noProof/>
                <w:webHidden/>
              </w:rPr>
              <w:fldChar w:fldCharType="end"/>
            </w:r>
          </w:hyperlink>
        </w:p>
        <w:p w14:paraId="72564843" w14:textId="77777777" w:rsidR="002B3FEC" w:rsidRDefault="008E25DA">
          <w:pPr>
            <w:pStyle w:val="TOC3"/>
            <w:tabs>
              <w:tab w:val="left" w:pos="1100"/>
              <w:tab w:val="right" w:leader="dot" w:pos="9742"/>
            </w:tabs>
            <w:rPr>
              <w:rFonts w:eastAsiaTheme="minorEastAsia"/>
              <w:noProof/>
              <w:lang w:eastAsia="en-AU"/>
            </w:rPr>
          </w:pPr>
          <w:hyperlink w:anchor="_Toc453863831" w:history="1">
            <w:r w:rsidR="002B3FEC" w:rsidRPr="00231548">
              <w:rPr>
                <w:rStyle w:val="Hyperlink"/>
                <w:noProof/>
              </w:rPr>
              <w:t>5.1</w:t>
            </w:r>
            <w:r w:rsidR="002B3FEC">
              <w:rPr>
                <w:rFonts w:eastAsiaTheme="minorEastAsia"/>
                <w:noProof/>
                <w:lang w:eastAsia="en-AU"/>
              </w:rPr>
              <w:tab/>
            </w:r>
            <w:r w:rsidR="002B3FEC" w:rsidRPr="00231548">
              <w:rPr>
                <w:rStyle w:val="Hyperlink"/>
                <w:noProof/>
              </w:rPr>
              <w:t>Responsibility of the board</w:t>
            </w:r>
            <w:r w:rsidR="002B3FEC">
              <w:rPr>
                <w:noProof/>
                <w:webHidden/>
              </w:rPr>
              <w:tab/>
            </w:r>
            <w:r w:rsidR="002B3FEC">
              <w:rPr>
                <w:noProof/>
                <w:webHidden/>
              </w:rPr>
              <w:fldChar w:fldCharType="begin"/>
            </w:r>
            <w:r w:rsidR="002B3FEC">
              <w:rPr>
                <w:noProof/>
                <w:webHidden/>
              </w:rPr>
              <w:instrText xml:space="preserve"> PAGEREF _Toc453863831 \h </w:instrText>
            </w:r>
            <w:r w:rsidR="002B3FEC">
              <w:rPr>
                <w:noProof/>
                <w:webHidden/>
              </w:rPr>
            </w:r>
            <w:r w:rsidR="002B3FEC">
              <w:rPr>
                <w:noProof/>
                <w:webHidden/>
              </w:rPr>
              <w:fldChar w:fldCharType="separate"/>
            </w:r>
            <w:r w:rsidR="002B3FEC">
              <w:rPr>
                <w:noProof/>
                <w:webHidden/>
              </w:rPr>
              <w:t>1</w:t>
            </w:r>
            <w:r w:rsidR="002B3FEC">
              <w:rPr>
                <w:noProof/>
                <w:webHidden/>
              </w:rPr>
              <w:fldChar w:fldCharType="end"/>
            </w:r>
          </w:hyperlink>
        </w:p>
        <w:p w14:paraId="731F2AD2" w14:textId="77777777" w:rsidR="002B3FEC" w:rsidRDefault="008E25DA">
          <w:pPr>
            <w:pStyle w:val="TOC3"/>
            <w:tabs>
              <w:tab w:val="left" w:pos="1100"/>
              <w:tab w:val="right" w:leader="dot" w:pos="9742"/>
            </w:tabs>
            <w:rPr>
              <w:rFonts w:eastAsiaTheme="minorEastAsia"/>
              <w:noProof/>
              <w:lang w:eastAsia="en-AU"/>
            </w:rPr>
          </w:pPr>
          <w:hyperlink w:anchor="_Toc453863832" w:history="1">
            <w:r w:rsidR="002B3FEC" w:rsidRPr="00231548">
              <w:rPr>
                <w:rStyle w:val="Hyperlink"/>
                <w:noProof/>
              </w:rPr>
              <w:t>5.2</w:t>
            </w:r>
            <w:r w:rsidR="002B3FEC">
              <w:rPr>
                <w:rFonts w:eastAsiaTheme="minorEastAsia"/>
                <w:noProof/>
                <w:lang w:eastAsia="en-AU"/>
              </w:rPr>
              <w:tab/>
            </w:r>
            <w:r w:rsidR="002B3FEC" w:rsidRPr="00231548">
              <w:rPr>
                <w:rStyle w:val="Hyperlink"/>
                <w:noProof/>
              </w:rPr>
              <w:t>Identification and disclosure of conflicts of interest</w:t>
            </w:r>
            <w:r w:rsidR="002B3FEC">
              <w:rPr>
                <w:noProof/>
                <w:webHidden/>
              </w:rPr>
              <w:tab/>
            </w:r>
            <w:r w:rsidR="002B3FEC">
              <w:rPr>
                <w:noProof/>
                <w:webHidden/>
              </w:rPr>
              <w:fldChar w:fldCharType="begin"/>
            </w:r>
            <w:r w:rsidR="002B3FEC">
              <w:rPr>
                <w:noProof/>
                <w:webHidden/>
              </w:rPr>
              <w:instrText xml:space="preserve"> PAGEREF _Toc453863832 \h </w:instrText>
            </w:r>
            <w:r w:rsidR="002B3FEC">
              <w:rPr>
                <w:noProof/>
                <w:webHidden/>
              </w:rPr>
            </w:r>
            <w:r w:rsidR="002B3FEC">
              <w:rPr>
                <w:noProof/>
                <w:webHidden/>
              </w:rPr>
              <w:fldChar w:fldCharType="separate"/>
            </w:r>
            <w:r w:rsidR="002B3FEC">
              <w:rPr>
                <w:noProof/>
                <w:webHidden/>
              </w:rPr>
              <w:t>2</w:t>
            </w:r>
            <w:r w:rsidR="002B3FEC">
              <w:rPr>
                <w:noProof/>
                <w:webHidden/>
              </w:rPr>
              <w:fldChar w:fldCharType="end"/>
            </w:r>
          </w:hyperlink>
        </w:p>
        <w:p w14:paraId="0DBABD7E" w14:textId="77777777" w:rsidR="002B3FEC" w:rsidRDefault="008E25DA">
          <w:pPr>
            <w:pStyle w:val="TOC3"/>
            <w:tabs>
              <w:tab w:val="left" w:pos="1100"/>
              <w:tab w:val="right" w:leader="dot" w:pos="9742"/>
            </w:tabs>
            <w:rPr>
              <w:rFonts w:eastAsiaTheme="minorEastAsia"/>
              <w:noProof/>
              <w:lang w:eastAsia="en-AU"/>
            </w:rPr>
          </w:pPr>
          <w:hyperlink w:anchor="_Toc453863833" w:history="1">
            <w:r w:rsidR="002B3FEC" w:rsidRPr="00231548">
              <w:rPr>
                <w:rStyle w:val="Hyperlink"/>
                <w:noProof/>
              </w:rPr>
              <w:t>5.3</w:t>
            </w:r>
            <w:r w:rsidR="002B3FEC">
              <w:rPr>
                <w:rFonts w:eastAsiaTheme="minorEastAsia"/>
                <w:noProof/>
                <w:lang w:eastAsia="en-AU"/>
              </w:rPr>
              <w:tab/>
            </w:r>
            <w:r w:rsidR="002B3FEC" w:rsidRPr="00231548">
              <w:rPr>
                <w:rStyle w:val="Hyperlink"/>
                <w:noProof/>
              </w:rPr>
              <w:t>Confidentiality of disclosures</w:t>
            </w:r>
            <w:r w:rsidR="002B3FEC">
              <w:rPr>
                <w:noProof/>
                <w:webHidden/>
              </w:rPr>
              <w:tab/>
            </w:r>
            <w:r w:rsidR="002B3FEC">
              <w:rPr>
                <w:noProof/>
                <w:webHidden/>
              </w:rPr>
              <w:fldChar w:fldCharType="begin"/>
            </w:r>
            <w:r w:rsidR="002B3FEC">
              <w:rPr>
                <w:noProof/>
                <w:webHidden/>
              </w:rPr>
              <w:instrText xml:space="preserve"> PAGEREF _Toc453863833 \h </w:instrText>
            </w:r>
            <w:r w:rsidR="002B3FEC">
              <w:rPr>
                <w:noProof/>
                <w:webHidden/>
              </w:rPr>
            </w:r>
            <w:r w:rsidR="002B3FEC">
              <w:rPr>
                <w:noProof/>
                <w:webHidden/>
              </w:rPr>
              <w:fldChar w:fldCharType="separate"/>
            </w:r>
            <w:r w:rsidR="002B3FEC">
              <w:rPr>
                <w:noProof/>
                <w:webHidden/>
              </w:rPr>
              <w:t>2</w:t>
            </w:r>
            <w:r w:rsidR="002B3FEC">
              <w:rPr>
                <w:noProof/>
                <w:webHidden/>
              </w:rPr>
              <w:fldChar w:fldCharType="end"/>
            </w:r>
          </w:hyperlink>
        </w:p>
        <w:p w14:paraId="50044059" w14:textId="77777777" w:rsidR="002B3FEC" w:rsidRDefault="008E25DA">
          <w:pPr>
            <w:pStyle w:val="TOC1"/>
            <w:tabs>
              <w:tab w:val="left" w:pos="440"/>
            </w:tabs>
            <w:rPr>
              <w:rFonts w:eastAsiaTheme="minorEastAsia"/>
              <w:noProof/>
              <w:lang w:eastAsia="en-AU"/>
            </w:rPr>
          </w:pPr>
          <w:hyperlink w:anchor="_Toc453863834" w:history="1">
            <w:r w:rsidR="002B3FEC" w:rsidRPr="00231548">
              <w:rPr>
                <w:rStyle w:val="Hyperlink"/>
                <w:noProof/>
              </w:rPr>
              <w:t>6.</w:t>
            </w:r>
            <w:r w:rsidR="002B3FEC">
              <w:rPr>
                <w:rFonts w:eastAsiaTheme="minorEastAsia"/>
                <w:noProof/>
                <w:lang w:eastAsia="en-AU"/>
              </w:rPr>
              <w:tab/>
            </w:r>
            <w:r w:rsidR="002B3FEC" w:rsidRPr="00231548">
              <w:rPr>
                <w:rStyle w:val="Hyperlink"/>
                <w:noProof/>
              </w:rPr>
              <w:t>Action required for management of conflicts of interest</w:t>
            </w:r>
            <w:r w:rsidR="002B3FEC">
              <w:rPr>
                <w:noProof/>
                <w:webHidden/>
              </w:rPr>
              <w:tab/>
            </w:r>
            <w:r w:rsidR="002B3FEC">
              <w:rPr>
                <w:noProof/>
                <w:webHidden/>
              </w:rPr>
              <w:fldChar w:fldCharType="begin"/>
            </w:r>
            <w:r w:rsidR="002B3FEC">
              <w:rPr>
                <w:noProof/>
                <w:webHidden/>
              </w:rPr>
              <w:instrText xml:space="preserve"> PAGEREF _Toc453863834 \h </w:instrText>
            </w:r>
            <w:r w:rsidR="002B3FEC">
              <w:rPr>
                <w:noProof/>
                <w:webHidden/>
              </w:rPr>
            </w:r>
            <w:r w:rsidR="002B3FEC">
              <w:rPr>
                <w:noProof/>
                <w:webHidden/>
              </w:rPr>
              <w:fldChar w:fldCharType="separate"/>
            </w:r>
            <w:r w:rsidR="002B3FEC">
              <w:rPr>
                <w:noProof/>
                <w:webHidden/>
              </w:rPr>
              <w:t>2</w:t>
            </w:r>
            <w:r w:rsidR="002B3FEC">
              <w:rPr>
                <w:noProof/>
                <w:webHidden/>
              </w:rPr>
              <w:fldChar w:fldCharType="end"/>
            </w:r>
          </w:hyperlink>
        </w:p>
        <w:p w14:paraId="4E256B4D" w14:textId="77777777" w:rsidR="002B3FEC" w:rsidRDefault="008E25DA">
          <w:pPr>
            <w:pStyle w:val="TOC3"/>
            <w:tabs>
              <w:tab w:val="left" w:pos="1100"/>
              <w:tab w:val="right" w:leader="dot" w:pos="9742"/>
            </w:tabs>
            <w:rPr>
              <w:rFonts w:eastAsiaTheme="minorEastAsia"/>
              <w:noProof/>
              <w:lang w:eastAsia="en-AU"/>
            </w:rPr>
          </w:pPr>
          <w:hyperlink w:anchor="_Toc453863835" w:history="1">
            <w:r w:rsidR="002B3FEC" w:rsidRPr="00231548">
              <w:rPr>
                <w:rStyle w:val="Hyperlink"/>
                <w:noProof/>
              </w:rPr>
              <w:t>6.1</w:t>
            </w:r>
            <w:r w:rsidR="002B3FEC">
              <w:rPr>
                <w:rFonts w:eastAsiaTheme="minorEastAsia"/>
                <w:noProof/>
                <w:lang w:eastAsia="en-AU"/>
              </w:rPr>
              <w:tab/>
            </w:r>
            <w:r w:rsidR="002B3FEC" w:rsidRPr="00231548">
              <w:rPr>
                <w:rStyle w:val="Hyperlink"/>
                <w:noProof/>
              </w:rPr>
              <w:t>Conflicts of interest of board members</w:t>
            </w:r>
            <w:r w:rsidR="002B3FEC">
              <w:rPr>
                <w:noProof/>
                <w:webHidden/>
              </w:rPr>
              <w:tab/>
            </w:r>
            <w:r w:rsidR="002B3FEC">
              <w:rPr>
                <w:noProof/>
                <w:webHidden/>
              </w:rPr>
              <w:fldChar w:fldCharType="begin"/>
            </w:r>
            <w:r w:rsidR="002B3FEC">
              <w:rPr>
                <w:noProof/>
                <w:webHidden/>
              </w:rPr>
              <w:instrText xml:space="preserve"> PAGEREF _Toc453863835 \h </w:instrText>
            </w:r>
            <w:r w:rsidR="002B3FEC">
              <w:rPr>
                <w:noProof/>
                <w:webHidden/>
              </w:rPr>
            </w:r>
            <w:r w:rsidR="002B3FEC">
              <w:rPr>
                <w:noProof/>
                <w:webHidden/>
              </w:rPr>
              <w:fldChar w:fldCharType="separate"/>
            </w:r>
            <w:r w:rsidR="002B3FEC">
              <w:rPr>
                <w:noProof/>
                <w:webHidden/>
              </w:rPr>
              <w:t>2</w:t>
            </w:r>
            <w:r w:rsidR="002B3FEC">
              <w:rPr>
                <w:noProof/>
                <w:webHidden/>
              </w:rPr>
              <w:fldChar w:fldCharType="end"/>
            </w:r>
          </w:hyperlink>
        </w:p>
        <w:p w14:paraId="0C924211" w14:textId="77777777" w:rsidR="002B3FEC" w:rsidRDefault="008E25DA">
          <w:pPr>
            <w:pStyle w:val="TOC3"/>
            <w:tabs>
              <w:tab w:val="left" w:pos="1100"/>
              <w:tab w:val="right" w:leader="dot" w:pos="9742"/>
            </w:tabs>
            <w:rPr>
              <w:rFonts w:eastAsiaTheme="minorEastAsia"/>
              <w:noProof/>
              <w:lang w:eastAsia="en-AU"/>
            </w:rPr>
          </w:pPr>
          <w:hyperlink w:anchor="_Toc453863836" w:history="1">
            <w:r w:rsidR="002B3FEC" w:rsidRPr="00231548">
              <w:rPr>
                <w:rStyle w:val="Hyperlink"/>
                <w:noProof/>
              </w:rPr>
              <w:t>6.2</w:t>
            </w:r>
            <w:r w:rsidR="002B3FEC">
              <w:rPr>
                <w:rFonts w:eastAsiaTheme="minorEastAsia"/>
                <w:noProof/>
                <w:lang w:eastAsia="en-AU"/>
              </w:rPr>
              <w:tab/>
            </w:r>
            <w:r w:rsidR="002B3FEC" w:rsidRPr="00231548">
              <w:rPr>
                <w:rStyle w:val="Hyperlink"/>
                <w:noProof/>
              </w:rPr>
              <w:t>What should be considered when deciding what action to take</w:t>
            </w:r>
            <w:r w:rsidR="002B3FEC">
              <w:rPr>
                <w:noProof/>
                <w:webHidden/>
              </w:rPr>
              <w:tab/>
            </w:r>
            <w:r w:rsidR="002B3FEC">
              <w:rPr>
                <w:noProof/>
                <w:webHidden/>
              </w:rPr>
              <w:fldChar w:fldCharType="begin"/>
            </w:r>
            <w:r w:rsidR="002B3FEC">
              <w:rPr>
                <w:noProof/>
                <w:webHidden/>
              </w:rPr>
              <w:instrText xml:space="preserve"> PAGEREF _Toc453863836 \h </w:instrText>
            </w:r>
            <w:r w:rsidR="002B3FEC">
              <w:rPr>
                <w:noProof/>
                <w:webHidden/>
              </w:rPr>
            </w:r>
            <w:r w:rsidR="002B3FEC">
              <w:rPr>
                <w:noProof/>
                <w:webHidden/>
              </w:rPr>
              <w:fldChar w:fldCharType="separate"/>
            </w:r>
            <w:r w:rsidR="002B3FEC">
              <w:rPr>
                <w:noProof/>
                <w:webHidden/>
              </w:rPr>
              <w:t>2</w:t>
            </w:r>
            <w:r w:rsidR="002B3FEC">
              <w:rPr>
                <w:noProof/>
                <w:webHidden/>
              </w:rPr>
              <w:fldChar w:fldCharType="end"/>
            </w:r>
          </w:hyperlink>
        </w:p>
        <w:p w14:paraId="61FD3887" w14:textId="77777777" w:rsidR="002B3FEC" w:rsidRDefault="008E25DA">
          <w:pPr>
            <w:pStyle w:val="TOC1"/>
            <w:tabs>
              <w:tab w:val="left" w:pos="440"/>
            </w:tabs>
            <w:rPr>
              <w:rFonts w:eastAsiaTheme="minorEastAsia"/>
              <w:noProof/>
              <w:lang w:eastAsia="en-AU"/>
            </w:rPr>
          </w:pPr>
          <w:hyperlink w:anchor="_Toc453863837" w:history="1">
            <w:r w:rsidR="002B3FEC" w:rsidRPr="00231548">
              <w:rPr>
                <w:rStyle w:val="Hyperlink"/>
                <w:noProof/>
              </w:rPr>
              <w:t>7.</w:t>
            </w:r>
            <w:r w:rsidR="002B3FEC">
              <w:rPr>
                <w:rFonts w:eastAsiaTheme="minorEastAsia"/>
                <w:noProof/>
                <w:lang w:eastAsia="en-AU"/>
              </w:rPr>
              <w:tab/>
            </w:r>
            <w:r w:rsidR="002B3FEC" w:rsidRPr="00231548">
              <w:rPr>
                <w:rStyle w:val="Hyperlink"/>
                <w:noProof/>
              </w:rPr>
              <w:t>Compliance with this policy</w:t>
            </w:r>
            <w:r w:rsidR="002B3FEC">
              <w:rPr>
                <w:noProof/>
                <w:webHidden/>
              </w:rPr>
              <w:tab/>
            </w:r>
            <w:r w:rsidR="002B3FEC">
              <w:rPr>
                <w:noProof/>
                <w:webHidden/>
              </w:rPr>
              <w:fldChar w:fldCharType="begin"/>
            </w:r>
            <w:r w:rsidR="002B3FEC">
              <w:rPr>
                <w:noProof/>
                <w:webHidden/>
              </w:rPr>
              <w:instrText xml:space="preserve"> PAGEREF _Toc453863837 \h </w:instrText>
            </w:r>
            <w:r w:rsidR="002B3FEC">
              <w:rPr>
                <w:noProof/>
                <w:webHidden/>
              </w:rPr>
            </w:r>
            <w:r w:rsidR="002B3FEC">
              <w:rPr>
                <w:noProof/>
                <w:webHidden/>
              </w:rPr>
              <w:fldChar w:fldCharType="separate"/>
            </w:r>
            <w:r w:rsidR="002B3FEC">
              <w:rPr>
                <w:noProof/>
                <w:webHidden/>
              </w:rPr>
              <w:t>3</w:t>
            </w:r>
            <w:r w:rsidR="002B3FEC">
              <w:rPr>
                <w:noProof/>
                <w:webHidden/>
              </w:rPr>
              <w:fldChar w:fldCharType="end"/>
            </w:r>
          </w:hyperlink>
        </w:p>
        <w:p w14:paraId="4A6E6F48" w14:textId="77777777" w:rsidR="002B3FEC" w:rsidRDefault="008E25DA">
          <w:pPr>
            <w:pStyle w:val="TOC1"/>
            <w:rPr>
              <w:rFonts w:eastAsiaTheme="minorEastAsia"/>
              <w:noProof/>
              <w:lang w:eastAsia="en-AU"/>
            </w:rPr>
          </w:pPr>
          <w:hyperlink w:anchor="_Toc453863838" w:history="1">
            <w:r w:rsidR="002B3FEC" w:rsidRPr="00231548">
              <w:rPr>
                <w:rStyle w:val="Hyperlink"/>
                <w:noProof/>
              </w:rPr>
              <w:t>Contacts</w:t>
            </w:r>
            <w:r w:rsidR="002B3FEC">
              <w:rPr>
                <w:noProof/>
                <w:webHidden/>
              </w:rPr>
              <w:tab/>
            </w:r>
            <w:r w:rsidR="002B3FEC">
              <w:rPr>
                <w:noProof/>
                <w:webHidden/>
              </w:rPr>
              <w:fldChar w:fldCharType="begin"/>
            </w:r>
            <w:r w:rsidR="002B3FEC">
              <w:rPr>
                <w:noProof/>
                <w:webHidden/>
              </w:rPr>
              <w:instrText xml:space="preserve"> PAGEREF _Toc453863838 \h </w:instrText>
            </w:r>
            <w:r w:rsidR="002B3FEC">
              <w:rPr>
                <w:noProof/>
                <w:webHidden/>
              </w:rPr>
            </w:r>
            <w:r w:rsidR="002B3FEC">
              <w:rPr>
                <w:noProof/>
                <w:webHidden/>
              </w:rPr>
              <w:fldChar w:fldCharType="separate"/>
            </w:r>
            <w:r w:rsidR="002B3FEC">
              <w:rPr>
                <w:noProof/>
                <w:webHidden/>
              </w:rPr>
              <w:t>3</w:t>
            </w:r>
            <w:r w:rsidR="002B3FEC">
              <w:rPr>
                <w:noProof/>
                <w:webHidden/>
              </w:rPr>
              <w:fldChar w:fldCharType="end"/>
            </w:r>
          </w:hyperlink>
        </w:p>
        <w:p w14:paraId="09AFE7A3" w14:textId="77777777" w:rsidR="003D08A7" w:rsidRDefault="003D08A7" w:rsidP="00526B7E">
          <w:pPr>
            <w:tabs>
              <w:tab w:val="right" w:leader="dot" w:pos="9639"/>
            </w:tabs>
            <w:ind w:right="-29"/>
            <w:sectPr w:rsidR="003D08A7" w:rsidSect="00864DB3">
              <w:footerReference w:type="default" r:id="rId14"/>
              <w:pgSz w:w="11906" w:h="16838"/>
              <w:pgMar w:top="1191" w:right="1077" w:bottom="1440" w:left="1077" w:header="709" w:footer="709" w:gutter="0"/>
              <w:pgNumType w:fmt="lowerRoman"/>
              <w:cols w:space="708"/>
              <w:docGrid w:linePitch="360"/>
            </w:sectPr>
          </w:pPr>
          <w:r>
            <w:rPr>
              <w:b/>
              <w:bCs/>
              <w:noProof/>
            </w:rPr>
            <w:fldChar w:fldCharType="end"/>
          </w:r>
        </w:p>
      </w:sdtContent>
    </w:sdt>
    <w:p w14:paraId="3C5620D2" w14:textId="77777777" w:rsidR="00886673" w:rsidRDefault="002E7AD0" w:rsidP="002E7AD0">
      <w:pPr>
        <w:pStyle w:val="Heading1"/>
        <w:numPr>
          <w:ilvl w:val="0"/>
          <w:numId w:val="7"/>
        </w:numPr>
      </w:pPr>
      <w:bookmarkStart w:id="3" w:name="_Toc453863826"/>
      <w:r>
        <w:lastRenderedPageBreak/>
        <w:t>Purpose</w:t>
      </w:r>
      <w:bookmarkEnd w:id="3"/>
    </w:p>
    <w:p w14:paraId="4F35F281" w14:textId="4260DB36" w:rsidR="002E7AD0" w:rsidRDefault="73E8FAB2" w:rsidP="002E7AD0">
      <w:r>
        <w:t>The purpose of this policy is to help board members of Australian Taekwondo Queensland to effectively identify, disclose and manage any actual, potential or perceived conflicts of interest in order to protect the integrity of Australian Taekwondo Queensland and manage risk.</w:t>
      </w:r>
    </w:p>
    <w:p w14:paraId="63A50D03" w14:textId="77777777" w:rsidR="002E7AD0" w:rsidRDefault="002E7AD0" w:rsidP="002E7AD0">
      <w:pPr>
        <w:pStyle w:val="Heading1"/>
        <w:numPr>
          <w:ilvl w:val="0"/>
          <w:numId w:val="7"/>
        </w:numPr>
      </w:pPr>
      <w:bookmarkStart w:id="4" w:name="_Toc453863827"/>
      <w:r>
        <w:t>Objective</w:t>
      </w:r>
      <w:bookmarkEnd w:id="4"/>
    </w:p>
    <w:p w14:paraId="4DF1173D" w14:textId="5014D8DB" w:rsidR="002E7AD0" w:rsidRDefault="73E8FAB2" w:rsidP="002E7AD0">
      <w:r>
        <w:t>The Australian Taekwondo Queensland’s Board aims to ensure that board members are aware of their obligations to disclose any conflicts of interest that they may have, and to comply with this policy to ensure they effectively manage those conflicts of interest as representatives of Australian Taekwondo Queensland.</w:t>
      </w:r>
    </w:p>
    <w:p w14:paraId="35154F42" w14:textId="77777777" w:rsidR="002B3FEC" w:rsidRDefault="002B3FEC" w:rsidP="002B3FEC">
      <w:pPr>
        <w:pStyle w:val="Heading1"/>
        <w:numPr>
          <w:ilvl w:val="0"/>
          <w:numId w:val="7"/>
        </w:numPr>
      </w:pPr>
      <w:bookmarkStart w:id="5" w:name="_Toc453863828"/>
      <w:r>
        <w:t>Scope</w:t>
      </w:r>
      <w:bookmarkEnd w:id="5"/>
    </w:p>
    <w:p w14:paraId="0D8E777D" w14:textId="2A639D23" w:rsidR="002E7AD0" w:rsidRDefault="73E8FAB2" w:rsidP="002E7AD0">
      <w:r>
        <w:t>This policy applies to the board members of Australian Taekwondo Queensland and applies to other people who work within or for Australian Taekwondo Queensland.</w:t>
      </w:r>
    </w:p>
    <w:p w14:paraId="2D8AA817" w14:textId="77777777" w:rsidR="002B3FEC" w:rsidRPr="002B3FEC" w:rsidRDefault="002B3FEC" w:rsidP="002B3FEC">
      <w:pPr>
        <w:pStyle w:val="Heading1"/>
        <w:numPr>
          <w:ilvl w:val="0"/>
          <w:numId w:val="7"/>
        </w:numPr>
      </w:pPr>
      <w:bookmarkStart w:id="6" w:name="_Toc453863829"/>
      <w:r>
        <w:t>Definition of conflicts of interests</w:t>
      </w:r>
      <w:bookmarkEnd w:id="6"/>
    </w:p>
    <w:p w14:paraId="3B5F3E3E" w14:textId="66D66F48" w:rsidR="002E7AD0" w:rsidRDefault="73E8FAB2" w:rsidP="002E7AD0">
      <w:r>
        <w:t xml:space="preserve">A conflict of interest occurs when a person’s personal interests conflict with their responsibility to act in the best interests of Australian Taekwondo Queensland. Personal interests include direct interests as well as those of family, friends, or other organisations a person may be involved with or have an interest in (for example, as a shareholder). It also includes a conflict between a board member’s duty to Australian Taekwondo Queensland and another duty that the board member has (for example, to another organisation). A conflict of interest may be actual, potential or perceived and may be financial or non-financial. </w:t>
      </w:r>
    </w:p>
    <w:p w14:paraId="4FE399BA" w14:textId="77777777" w:rsidR="002E7AD0" w:rsidRPr="002E7AD0" w:rsidRDefault="002E7AD0" w:rsidP="002E7AD0">
      <w:r>
        <w:t>These situations present the risk that a person will make a decision based on, or affected by, these influences, rather than in the best interests of the organisation and must be managed accordingly.</w:t>
      </w:r>
    </w:p>
    <w:p w14:paraId="698D602A" w14:textId="77777777" w:rsidR="002E7AD0" w:rsidRDefault="002E7AD0" w:rsidP="002E7AD0">
      <w:pPr>
        <w:pStyle w:val="Heading1"/>
        <w:numPr>
          <w:ilvl w:val="0"/>
          <w:numId w:val="7"/>
        </w:numPr>
      </w:pPr>
      <w:bookmarkStart w:id="7" w:name="_Toc453863830"/>
      <w:r>
        <w:t>Policy</w:t>
      </w:r>
      <w:bookmarkEnd w:id="7"/>
      <w:r>
        <w:t xml:space="preserve"> </w:t>
      </w:r>
    </w:p>
    <w:p w14:paraId="6FAF252A" w14:textId="515E523F" w:rsidR="002E7AD0" w:rsidRDefault="73E8FAB2" w:rsidP="002E7AD0">
      <w:r>
        <w:t xml:space="preserve">This policy has been developed because conflicts of interest commonly arise, and do not need to present a problem to the organisation if they are openly and effectively managed. It is the policy of Australian Taekwondo Queensland as well as a responsibility of the board, that ethical, legal, financial or other conflicts of interest be avoided and that any such conflicts (where they do arise) do not conflict with the obligations to Australian Taekwondo Queensland. Australian Taekwondo Queensland will manage conflicts of interest by requiring board members to: </w:t>
      </w:r>
    </w:p>
    <w:p w14:paraId="2D31AA67" w14:textId="77777777" w:rsidR="002E7AD0" w:rsidRDefault="002E7AD0" w:rsidP="002E7AD0">
      <w:pPr>
        <w:pStyle w:val="ListParagraph"/>
        <w:numPr>
          <w:ilvl w:val="0"/>
          <w:numId w:val="8"/>
        </w:numPr>
      </w:pPr>
      <w:r>
        <w:t xml:space="preserve">avoid conflicts of interest where possible </w:t>
      </w:r>
    </w:p>
    <w:p w14:paraId="65630BDB" w14:textId="77777777" w:rsidR="002E7AD0" w:rsidRDefault="002E7AD0" w:rsidP="002E7AD0">
      <w:pPr>
        <w:pStyle w:val="ListParagraph"/>
        <w:numPr>
          <w:ilvl w:val="0"/>
          <w:numId w:val="8"/>
        </w:numPr>
      </w:pPr>
      <w:r>
        <w:t xml:space="preserve">identify and disclose any conflicts of interest </w:t>
      </w:r>
    </w:p>
    <w:p w14:paraId="23CAB39E" w14:textId="77777777" w:rsidR="002E7AD0" w:rsidRDefault="002E7AD0" w:rsidP="002E7AD0">
      <w:pPr>
        <w:pStyle w:val="ListParagraph"/>
        <w:numPr>
          <w:ilvl w:val="0"/>
          <w:numId w:val="8"/>
        </w:numPr>
      </w:pPr>
      <w:r>
        <w:t xml:space="preserve">carefully manage any conflicts of interest, and </w:t>
      </w:r>
    </w:p>
    <w:p w14:paraId="32596CD2" w14:textId="77777777" w:rsidR="002E7AD0" w:rsidRDefault="002E7AD0" w:rsidP="002E7AD0">
      <w:pPr>
        <w:pStyle w:val="ListParagraph"/>
        <w:numPr>
          <w:ilvl w:val="0"/>
          <w:numId w:val="8"/>
        </w:numPr>
      </w:pPr>
      <w:proofErr w:type="gramStart"/>
      <w:r>
        <w:t>follow</w:t>
      </w:r>
      <w:proofErr w:type="gramEnd"/>
      <w:r>
        <w:t xml:space="preserve"> this policy and respond to any breaches.</w:t>
      </w:r>
    </w:p>
    <w:p w14:paraId="2BB08583" w14:textId="77777777" w:rsidR="002E7AD0" w:rsidRDefault="002E7AD0" w:rsidP="002B3FEC">
      <w:pPr>
        <w:pStyle w:val="Heading3"/>
        <w:numPr>
          <w:ilvl w:val="1"/>
          <w:numId w:val="7"/>
        </w:numPr>
      </w:pPr>
      <w:bookmarkStart w:id="8" w:name="_Toc453863831"/>
      <w:r>
        <w:t xml:space="preserve">Responsibility of the </w:t>
      </w:r>
      <w:r w:rsidRPr="002E7AD0">
        <w:t>board</w:t>
      </w:r>
      <w:bookmarkEnd w:id="8"/>
      <w:r>
        <w:t xml:space="preserve"> </w:t>
      </w:r>
    </w:p>
    <w:p w14:paraId="2DFEC889" w14:textId="77777777" w:rsidR="002E7AD0" w:rsidRDefault="002E7AD0" w:rsidP="002E7AD0">
      <w:r>
        <w:t xml:space="preserve">The board is responsible for: </w:t>
      </w:r>
    </w:p>
    <w:p w14:paraId="225FF05C" w14:textId="77777777" w:rsidR="002E7AD0" w:rsidRDefault="002E7AD0" w:rsidP="002E7AD0">
      <w:pPr>
        <w:pStyle w:val="ListParagraph"/>
        <w:numPr>
          <w:ilvl w:val="0"/>
          <w:numId w:val="9"/>
        </w:numPr>
      </w:pPr>
      <w:r>
        <w:t xml:space="preserve">establishing a system for identifying, disclosing and managing conflicts of interest across </w:t>
      </w:r>
      <w:r w:rsidR="002B3FEC">
        <w:t>the organisation</w:t>
      </w:r>
      <w:r>
        <w:t xml:space="preserve"> </w:t>
      </w:r>
    </w:p>
    <w:p w14:paraId="5594C2ED" w14:textId="77777777" w:rsidR="002E7AD0" w:rsidRDefault="002E7AD0" w:rsidP="002E7AD0">
      <w:pPr>
        <w:pStyle w:val="ListParagraph"/>
        <w:numPr>
          <w:ilvl w:val="0"/>
          <w:numId w:val="9"/>
        </w:numPr>
      </w:pPr>
      <w:r>
        <w:t xml:space="preserve">monitoring compliance with this policy, and </w:t>
      </w:r>
    </w:p>
    <w:p w14:paraId="4706DF34" w14:textId="77777777" w:rsidR="002E7AD0" w:rsidRDefault="002E7AD0" w:rsidP="002E7AD0">
      <w:pPr>
        <w:pStyle w:val="ListParagraph"/>
        <w:numPr>
          <w:ilvl w:val="0"/>
          <w:numId w:val="9"/>
        </w:numPr>
      </w:pPr>
      <w:proofErr w:type="gramStart"/>
      <w:r>
        <w:lastRenderedPageBreak/>
        <w:t>reviewing</w:t>
      </w:r>
      <w:proofErr w:type="gramEnd"/>
      <w:r>
        <w:t xml:space="preserve"> this policy on an annual basis, [following the annual general meeting], to ensure that the policy is operating effectively. </w:t>
      </w:r>
    </w:p>
    <w:p w14:paraId="6DADB750" w14:textId="77777777" w:rsidR="002E7AD0" w:rsidRDefault="002E7AD0" w:rsidP="002E7AD0">
      <w:r>
        <w:t xml:space="preserve">The organisation must ensure that its board members are aware of the ACNC governance standards, particularly governance standard 5, and that they disclose any actual or perceived material conflicts of interests as required by governance standard 5. </w:t>
      </w:r>
    </w:p>
    <w:p w14:paraId="3C5E67B5" w14:textId="77777777" w:rsidR="002E7AD0" w:rsidRDefault="002E7AD0" w:rsidP="002B3FEC">
      <w:pPr>
        <w:pStyle w:val="Heading3"/>
        <w:numPr>
          <w:ilvl w:val="1"/>
          <w:numId w:val="7"/>
        </w:numPr>
      </w:pPr>
      <w:bookmarkStart w:id="9" w:name="_Toc453863832"/>
      <w:r>
        <w:t>Identification and disclosure of conflicts of interest</w:t>
      </w:r>
      <w:bookmarkEnd w:id="9"/>
    </w:p>
    <w:p w14:paraId="0CBD571C" w14:textId="55296A08" w:rsidR="002E7AD0" w:rsidRDefault="73E8FAB2" w:rsidP="002E7AD0">
      <w:r>
        <w:t xml:space="preserve">Once an actual, potential or perceived conflict of interest is identified, it must be entered into Australian Taekwondo Queensland’s register of interests, as well as being raised with the board. Where all of the other board members share a conflict, the board should refer to governance standard 5 to ensure that proper disclosure occurs. </w:t>
      </w:r>
    </w:p>
    <w:p w14:paraId="56C3842B" w14:textId="5EAB8427" w:rsidR="002E7AD0" w:rsidRDefault="73E8FAB2" w:rsidP="002E7AD0">
      <w:r>
        <w:t xml:space="preserve">The register of interests must be maintained by Secretary Australian Taekwondo Queensland, and record information related to a conflict of interest (including the nature and extent of the conflict of interest and any steps taken to address it). </w:t>
      </w:r>
    </w:p>
    <w:p w14:paraId="25B24BE6" w14:textId="77777777" w:rsidR="002E7AD0" w:rsidRDefault="002E7AD0" w:rsidP="002B3FEC">
      <w:pPr>
        <w:pStyle w:val="Heading3"/>
        <w:numPr>
          <w:ilvl w:val="1"/>
          <w:numId w:val="7"/>
        </w:numPr>
      </w:pPr>
      <w:bookmarkStart w:id="10" w:name="_Toc453863833"/>
      <w:r>
        <w:t>Confidentiality of disclosures</w:t>
      </w:r>
      <w:bookmarkEnd w:id="10"/>
      <w:r>
        <w:t xml:space="preserve"> </w:t>
      </w:r>
    </w:p>
    <w:p w14:paraId="44168E12" w14:textId="77777777" w:rsidR="002E7AD0" w:rsidRDefault="002E7AD0" w:rsidP="002E7AD0">
      <w:r>
        <w:t xml:space="preserve">All information disclosed, access will be restricted to board members, or committee if tasked to investigate conflict of interest claims. </w:t>
      </w:r>
    </w:p>
    <w:p w14:paraId="30552860" w14:textId="77777777" w:rsidR="002E7AD0" w:rsidRDefault="002E7AD0" w:rsidP="002B3FEC">
      <w:pPr>
        <w:pStyle w:val="Heading1"/>
        <w:numPr>
          <w:ilvl w:val="0"/>
          <w:numId w:val="7"/>
        </w:numPr>
      </w:pPr>
      <w:bookmarkStart w:id="11" w:name="_Toc453863834"/>
      <w:r>
        <w:t>Action required for management of conflicts of interest</w:t>
      </w:r>
      <w:bookmarkEnd w:id="11"/>
      <w:r>
        <w:t xml:space="preserve"> </w:t>
      </w:r>
    </w:p>
    <w:p w14:paraId="4DFAAA90" w14:textId="77777777" w:rsidR="002E7AD0" w:rsidRDefault="002E7AD0" w:rsidP="002B3FEC">
      <w:pPr>
        <w:pStyle w:val="Heading3"/>
        <w:numPr>
          <w:ilvl w:val="1"/>
          <w:numId w:val="7"/>
        </w:numPr>
      </w:pPr>
      <w:bookmarkStart w:id="12" w:name="_Toc453863835"/>
      <w:r>
        <w:t>Conflicts of interest of board members</w:t>
      </w:r>
      <w:bookmarkEnd w:id="12"/>
    </w:p>
    <w:p w14:paraId="246E3F4A" w14:textId="77777777" w:rsidR="002E7AD0" w:rsidRDefault="002E7AD0" w:rsidP="002E7AD0">
      <w:r>
        <w:t xml:space="preserve">Once the conflict of interest has been appropriately disclosed, the board (excluding the board member disclosing and any other conflicted board member) must decide whether or not those conflicted board members should: </w:t>
      </w:r>
    </w:p>
    <w:p w14:paraId="347EBFB8" w14:textId="77777777" w:rsidR="002E7AD0" w:rsidRDefault="002E7AD0" w:rsidP="002B3FEC">
      <w:pPr>
        <w:pStyle w:val="ListParagraph"/>
        <w:numPr>
          <w:ilvl w:val="0"/>
          <w:numId w:val="13"/>
        </w:numPr>
      </w:pPr>
      <w:r>
        <w:t xml:space="preserve">vote on the matter (this is a minimum), </w:t>
      </w:r>
    </w:p>
    <w:p w14:paraId="7D8DB468" w14:textId="77777777" w:rsidR="002E7AD0" w:rsidRDefault="002E7AD0" w:rsidP="002B3FEC">
      <w:pPr>
        <w:pStyle w:val="ListParagraph"/>
        <w:numPr>
          <w:ilvl w:val="0"/>
          <w:numId w:val="13"/>
        </w:numPr>
      </w:pPr>
      <w:r>
        <w:t xml:space="preserve">participate in any debate, or </w:t>
      </w:r>
    </w:p>
    <w:p w14:paraId="404EED52" w14:textId="77777777" w:rsidR="002E7AD0" w:rsidRDefault="002E7AD0" w:rsidP="002B3FEC">
      <w:pPr>
        <w:pStyle w:val="ListParagraph"/>
        <w:numPr>
          <w:ilvl w:val="0"/>
          <w:numId w:val="13"/>
        </w:numPr>
      </w:pPr>
      <w:proofErr w:type="gramStart"/>
      <w:r>
        <w:t>be</w:t>
      </w:r>
      <w:proofErr w:type="gramEnd"/>
      <w:r>
        <w:t xml:space="preserve"> present in the room during the debate and the voting. </w:t>
      </w:r>
    </w:p>
    <w:p w14:paraId="2EF3403A" w14:textId="77777777" w:rsidR="002E7AD0" w:rsidRDefault="002E7AD0" w:rsidP="002E7AD0">
      <w:r>
        <w:t xml:space="preserve">In exceptional circumstances, such as where a conflict is very significant or likely to prevent a board member from regularly participating in discussions, it may be worth the board considering whether it is appropriate for the person conflicted to resign from the board. </w:t>
      </w:r>
    </w:p>
    <w:p w14:paraId="44F3B7F4" w14:textId="77777777" w:rsidR="002E7AD0" w:rsidRDefault="002E7AD0" w:rsidP="002B3FEC">
      <w:pPr>
        <w:pStyle w:val="Heading3"/>
        <w:numPr>
          <w:ilvl w:val="1"/>
          <w:numId w:val="7"/>
        </w:numPr>
      </w:pPr>
      <w:bookmarkStart w:id="13" w:name="_Toc453863836"/>
      <w:r>
        <w:t>What should be considered wh</w:t>
      </w:r>
      <w:r w:rsidR="002B3FEC">
        <w:t>en deciding what action to take</w:t>
      </w:r>
      <w:bookmarkEnd w:id="13"/>
    </w:p>
    <w:p w14:paraId="54E4DF09" w14:textId="77777777" w:rsidR="002E7AD0" w:rsidRDefault="002E7AD0" w:rsidP="002B3FEC">
      <w:pPr>
        <w:pStyle w:val="ListParagraph"/>
        <w:numPr>
          <w:ilvl w:val="0"/>
          <w:numId w:val="11"/>
        </w:numPr>
      </w:pPr>
      <w:r>
        <w:t>In deciding what approach to take, the board will consider whether the conflict needs to be avoided or simply documented</w:t>
      </w:r>
    </w:p>
    <w:p w14:paraId="6B4D3C7A" w14:textId="77777777" w:rsidR="002E7AD0" w:rsidRDefault="002E7AD0" w:rsidP="002B3FEC">
      <w:pPr>
        <w:pStyle w:val="ListParagraph"/>
        <w:numPr>
          <w:ilvl w:val="0"/>
          <w:numId w:val="11"/>
        </w:numPr>
      </w:pPr>
      <w:r>
        <w:t xml:space="preserve">whether the conflict will realistically </w:t>
      </w:r>
      <w:r w:rsidR="002B3FEC">
        <w:t>impair the</w:t>
      </w:r>
      <w:r>
        <w:t xml:space="preserve"> disclosing person’s capacity to impartially </w:t>
      </w:r>
    </w:p>
    <w:p w14:paraId="0D15F6DB" w14:textId="77777777" w:rsidR="002E7AD0" w:rsidRDefault="002E7AD0" w:rsidP="002B3FEC">
      <w:pPr>
        <w:pStyle w:val="ListParagraph"/>
        <w:numPr>
          <w:ilvl w:val="0"/>
          <w:numId w:val="11"/>
        </w:numPr>
      </w:pPr>
      <w:r>
        <w:t xml:space="preserve">participate in decision-making </w:t>
      </w:r>
    </w:p>
    <w:p w14:paraId="1EABDDA4" w14:textId="77777777" w:rsidR="002E7AD0" w:rsidRDefault="002E7AD0" w:rsidP="002B3FEC">
      <w:pPr>
        <w:pStyle w:val="ListParagraph"/>
        <w:numPr>
          <w:ilvl w:val="0"/>
          <w:numId w:val="11"/>
        </w:numPr>
      </w:pPr>
      <w:r>
        <w:t xml:space="preserve">alternative options to avoid the conflict </w:t>
      </w:r>
    </w:p>
    <w:p w14:paraId="4262AB41" w14:textId="77777777" w:rsidR="002E7AD0" w:rsidRDefault="002E7AD0" w:rsidP="002B3FEC">
      <w:pPr>
        <w:pStyle w:val="ListParagraph"/>
        <w:numPr>
          <w:ilvl w:val="0"/>
          <w:numId w:val="11"/>
        </w:numPr>
      </w:pPr>
      <w:r>
        <w:t xml:space="preserve">the organisation’s objects and resources, and </w:t>
      </w:r>
    </w:p>
    <w:p w14:paraId="5E50ABD0" w14:textId="77777777" w:rsidR="002E7AD0" w:rsidRDefault="002E7AD0" w:rsidP="002B3FEC">
      <w:pPr>
        <w:pStyle w:val="ListParagraph"/>
        <w:numPr>
          <w:ilvl w:val="0"/>
          <w:numId w:val="11"/>
        </w:numPr>
      </w:pPr>
      <w:proofErr w:type="gramStart"/>
      <w:r>
        <w:t>the</w:t>
      </w:r>
      <w:proofErr w:type="gramEnd"/>
      <w:r>
        <w:t xml:space="preserve"> possibility of creating an appearance of improper conduct that might impair confidence in, or the reputation of, the organisation. </w:t>
      </w:r>
    </w:p>
    <w:p w14:paraId="57DC242D" w14:textId="77777777" w:rsidR="002E7AD0" w:rsidRDefault="002E7AD0" w:rsidP="002E7AD0">
      <w:r>
        <w:t xml:space="preserve">The approval of any action requires the agreement of at least a majority of the board (excluding any conflicted board member/s) who are present and voting at the meeting. The action and result of the voting will be recorded in the minutes of the meeting and in the register of interests. </w:t>
      </w:r>
    </w:p>
    <w:p w14:paraId="3364B57B" w14:textId="77777777" w:rsidR="002E7AD0" w:rsidRDefault="002E7AD0" w:rsidP="002B3FEC">
      <w:pPr>
        <w:pStyle w:val="Heading1"/>
        <w:numPr>
          <w:ilvl w:val="0"/>
          <w:numId w:val="7"/>
        </w:numPr>
      </w:pPr>
      <w:bookmarkStart w:id="14" w:name="_Toc453863837"/>
      <w:r>
        <w:lastRenderedPageBreak/>
        <w:t>Compliance with this policy</w:t>
      </w:r>
      <w:bookmarkEnd w:id="14"/>
      <w:r>
        <w:t xml:space="preserve"> </w:t>
      </w:r>
    </w:p>
    <w:p w14:paraId="3992EF13" w14:textId="77777777" w:rsidR="002E7AD0" w:rsidRDefault="002E7AD0" w:rsidP="002E7AD0">
      <w:r>
        <w:t xml:space="preserve">If the board has a reason to believe that a person subject to the policy has failed to comply with it, it will investigate the circumstances. </w:t>
      </w:r>
    </w:p>
    <w:p w14:paraId="54EA7901" w14:textId="77777777" w:rsidR="002E7AD0" w:rsidRDefault="002E7AD0" w:rsidP="002E7AD0">
      <w:r>
        <w:t xml:space="preserve">If it is found that this person has failed to disclose a conflict of interest, the board may take action against them. This may include seeking to terminate their relationship with the organisation. </w:t>
      </w:r>
    </w:p>
    <w:p w14:paraId="4230F1AE" w14:textId="77777777" w:rsidR="002E7AD0" w:rsidRDefault="002E7AD0" w:rsidP="002E7AD0">
      <w:r>
        <w:t>If a person suspects that a board member has failed to disclose a conflict of interest, they must, such as: discuss with the person in question, notify the board, or the person responsible for maintaining the register of interests.</w:t>
      </w:r>
    </w:p>
    <w:p w14:paraId="6AB483A3" w14:textId="77777777" w:rsidR="002E7AD0" w:rsidRDefault="002E7AD0" w:rsidP="002E7AD0">
      <w:pPr>
        <w:pStyle w:val="Heading1"/>
      </w:pPr>
      <w:bookmarkStart w:id="15" w:name="_Toc453863838"/>
      <w:r>
        <w:t>Contacts</w:t>
      </w:r>
      <w:bookmarkEnd w:id="15"/>
      <w:r>
        <w:t xml:space="preserve"> </w:t>
      </w:r>
    </w:p>
    <w:p w14:paraId="2A2B05D8" w14:textId="77777777" w:rsidR="002E7AD0" w:rsidRPr="002E7AD0" w:rsidRDefault="002E7AD0" w:rsidP="002E7AD0">
      <w:r>
        <w:t>For questions about this policy, contact the board, via the Secretary.</w:t>
      </w:r>
    </w:p>
    <w:sectPr w:rsidR="002E7AD0" w:rsidRPr="002E7AD0" w:rsidSect="007D70A5">
      <w:footerReference w:type="default" r:id="rId15"/>
      <w:pgSz w:w="11906" w:h="16838"/>
      <w:pgMar w:top="1191" w:right="1077" w:bottom="1440" w:left="107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B29096" w14:textId="77777777" w:rsidR="008E25DA" w:rsidRDefault="008E25DA" w:rsidP="00C74603">
      <w:pPr>
        <w:spacing w:after="0" w:line="240" w:lineRule="auto"/>
      </w:pPr>
      <w:r>
        <w:separator/>
      </w:r>
    </w:p>
    <w:p w14:paraId="2461B2A5" w14:textId="77777777" w:rsidR="008E25DA" w:rsidRDefault="008E25DA"/>
  </w:endnote>
  <w:endnote w:type="continuationSeparator" w:id="0">
    <w:p w14:paraId="07CB1579" w14:textId="77777777" w:rsidR="008E25DA" w:rsidRDefault="008E25DA" w:rsidP="00C74603">
      <w:pPr>
        <w:spacing w:after="0" w:line="240" w:lineRule="auto"/>
      </w:pPr>
      <w:r>
        <w:continuationSeparator/>
      </w:r>
    </w:p>
    <w:p w14:paraId="150383C6" w14:textId="77777777" w:rsidR="008E25DA" w:rsidRDefault="008E25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ource Sans Pro">
    <w:altName w:val="Cambria Math"/>
    <w:charset w:val="00"/>
    <w:family w:val="swiss"/>
    <w:pitch w:val="variable"/>
    <w:sig w:usb0="00000001" w:usb1="02000001" w:usb2="00000000" w:usb3="00000000" w:csb0="0000019F" w:csb1="00000000"/>
  </w:font>
  <w:font w:name="Akzidenz-Grotesk BQ Light with">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B506A" w14:textId="6A1FE35E" w:rsidR="00321D7E" w:rsidRPr="00864DB3" w:rsidRDefault="00321D7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78617B">
      <w:rPr>
        <w:noProof/>
      </w:rPr>
      <w:t>i</w:t>
    </w:r>
    <w:r w:rsidRPr="00864DB3">
      <w:fldChar w:fldCharType="end"/>
    </w:r>
    <w:r>
      <w:tab/>
    </w:r>
    <w:sdt>
      <w:sdtPr>
        <w:alias w:val="Title"/>
        <w:tag w:val=""/>
        <w:id w:val="367658767"/>
        <w:placeholder>
          <w:docPart w:val="263B28B2F144422DBD187CEFD98B491D"/>
        </w:placeholder>
        <w:dataBinding w:prefixMappings="xmlns:ns0='http://purl.org/dc/elements/1.1/' xmlns:ns1='http://schemas.openxmlformats.org/package/2006/metadata/core-properties' " w:xpath="/ns1:coreProperties[1]/ns0:title[1]" w:storeItemID="{6C3C8BC8-F283-45AE-878A-BAB7291924A1}"/>
        <w:text/>
      </w:sdtPr>
      <w:sdtEndPr/>
      <w:sdtContent>
        <w:r w:rsidR="002E7AD0">
          <w:t>Conflict of Interest Policy</w:t>
        </w:r>
      </w:sdtContent>
    </w:sdt>
    <w:r>
      <w:t xml:space="preserve"> — Document Management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26D71" w14:textId="71BBDA2A" w:rsidR="00321D7E" w:rsidRPr="00864DB3" w:rsidRDefault="00321D7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78617B">
      <w:rPr>
        <w:noProof/>
      </w:rPr>
      <w:t>ii</w:t>
    </w:r>
    <w:r w:rsidRPr="00864DB3">
      <w:fldChar w:fldCharType="end"/>
    </w:r>
    <w:r>
      <w:tab/>
    </w:r>
    <w:sdt>
      <w:sdtPr>
        <w:alias w:val="Title"/>
        <w:tag w:val=""/>
        <w:id w:val="-1105036681"/>
        <w:placeholder>
          <w:docPart w:val="23AF1DEA44354A669968E85DF616B8AD"/>
        </w:placeholder>
        <w:dataBinding w:prefixMappings="xmlns:ns0='http://purl.org/dc/elements/1.1/' xmlns:ns1='http://schemas.openxmlformats.org/package/2006/metadata/core-properties' " w:xpath="/ns1:coreProperties[1]/ns0:title[1]" w:storeItemID="{6C3C8BC8-F283-45AE-878A-BAB7291924A1}"/>
        <w:text/>
      </w:sdtPr>
      <w:sdtEndPr/>
      <w:sdtContent>
        <w:r w:rsidR="002E7AD0">
          <w:t>Conflict of Interest Policy</w:t>
        </w:r>
      </w:sdtContent>
    </w:sdt>
    <w:r>
      <w:t xml:space="preserve"> — Contents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9C27C" w14:textId="657658DC" w:rsidR="00321D7E" w:rsidRPr="00864DB3" w:rsidRDefault="00321D7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78617B">
      <w:rPr>
        <w:noProof/>
      </w:rPr>
      <w:t>3</w:t>
    </w:r>
    <w:r w:rsidRPr="00864DB3">
      <w:fldChar w:fldCharType="end"/>
    </w:r>
    <w:r>
      <w:tab/>
    </w:r>
    <w:sdt>
      <w:sdtPr>
        <w:alias w:val="Title"/>
        <w:tag w:val=""/>
        <w:id w:val="1363863059"/>
        <w:placeholder>
          <w:docPart w:val="B640D9B2D2624503A7F4D91F3EBE6CA0"/>
        </w:placeholder>
        <w:dataBinding w:prefixMappings="xmlns:ns0='http://purl.org/dc/elements/1.1/' xmlns:ns1='http://schemas.openxmlformats.org/package/2006/metadata/core-properties' " w:xpath="/ns1:coreProperties[1]/ns0:title[1]" w:storeItemID="{6C3C8BC8-F283-45AE-878A-BAB7291924A1}"/>
        <w:text/>
      </w:sdtPr>
      <w:sdtEndPr/>
      <w:sdtContent>
        <w:r w:rsidR="002E7AD0">
          <w:t>Conflict of Interest Policy</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573658" w14:textId="77777777" w:rsidR="008E25DA" w:rsidRDefault="008E25DA" w:rsidP="00C74603">
      <w:pPr>
        <w:spacing w:after="0" w:line="240" w:lineRule="auto"/>
      </w:pPr>
      <w:r>
        <w:separator/>
      </w:r>
    </w:p>
    <w:p w14:paraId="00CCBB4B" w14:textId="77777777" w:rsidR="008E25DA" w:rsidRDefault="008E25DA"/>
  </w:footnote>
  <w:footnote w:type="continuationSeparator" w:id="0">
    <w:p w14:paraId="4C5CACF9" w14:textId="77777777" w:rsidR="008E25DA" w:rsidRDefault="008E25DA" w:rsidP="00C74603">
      <w:pPr>
        <w:spacing w:after="0" w:line="240" w:lineRule="auto"/>
      </w:pPr>
      <w:r>
        <w:continuationSeparator/>
      </w:r>
    </w:p>
    <w:p w14:paraId="1A64BAD4" w14:textId="77777777" w:rsidR="008E25DA" w:rsidRDefault="008E25D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CF419" w14:textId="77777777" w:rsidR="00321D7E" w:rsidRPr="00864DB3" w:rsidRDefault="00321D7E" w:rsidP="00864DB3">
    <w:pPr>
      <w:pStyle w:val="Header"/>
      <w:jc w:val="right"/>
    </w:pPr>
    <w:r w:rsidRPr="00864DB3">
      <w:t>SPORTS TAEKWONDO QUEENSLAND INC.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C96099"/>
    <w:multiLevelType w:val="hybridMultilevel"/>
    <w:tmpl w:val="3A70632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E613606"/>
    <w:multiLevelType w:val="multilevel"/>
    <w:tmpl w:val="E126F43E"/>
    <w:lvl w:ilvl="0">
      <w:start w:val="1"/>
      <w:numFmt w:val="decimal"/>
      <w:lvlText w:val="%1."/>
      <w:lvlJc w:val="left"/>
      <w:pPr>
        <w:ind w:left="720" w:hanging="720"/>
      </w:pPr>
      <w:rPr>
        <w:rFonts w:hint="default"/>
      </w:rPr>
    </w:lvl>
    <w:lvl w:ilvl="1">
      <w:start w:val="1"/>
      <w:numFmt w:val="decimal"/>
      <w:lvlText w:val="%1.%2"/>
      <w:lvlJc w:val="left"/>
      <w:pPr>
        <w:ind w:left="1440" w:hanging="1052"/>
      </w:pPr>
      <w:rPr>
        <w:rFonts w:hint="default"/>
      </w:rPr>
    </w:lvl>
    <w:lvl w:ilvl="2">
      <w:start w:val="1"/>
      <w:numFmt w:val="decimal"/>
      <w:lvlText w:val="%1.%2.%3"/>
      <w:lvlJc w:val="right"/>
      <w:pPr>
        <w:ind w:left="1440" w:hanging="30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FC907D6"/>
    <w:multiLevelType w:val="hybridMultilevel"/>
    <w:tmpl w:val="BE101EE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8EC1C58"/>
    <w:multiLevelType w:val="hybridMultilevel"/>
    <w:tmpl w:val="9FFC15AA"/>
    <w:lvl w:ilvl="0" w:tplc="3B72E5FC">
      <w:start w:val="6"/>
      <w:numFmt w:val="bullet"/>
      <w:lvlText w:val="•"/>
      <w:lvlJc w:val="left"/>
      <w:pPr>
        <w:ind w:left="1080" w:hanging="720"/>
      </w:pPr>
      <w:rPr>
        <w:rFonts w:ascii="Source Sans Pro" w:eastAsiaTheme="minorHAnsi" w:hAnsi="Source Sans Pro"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F304DE3"/>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32F2C5F"/>
    <w:multiLevelType w:val="hybridMultilevel"/>
    <w:tmpl w:val="C674E5B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005174E"/>
    <w:multiLevelType w:val="multilevel"/>
    <w:tmpl w:val="E126F43E"/>
    <w:lvl w:ilvl="0">
      <w:start w:val="1"/>
      <w:numFmt w:val="decimal"/>
      <w:lvlText w:val="%1."/>
      <w:lvlJc w:val="left"/>
      <w:pPr>
        <w:ind w:left="720" w:hanging="720"/>
      </w:pPr>
      <w:rPr>
        <w:rFonts w:hint="default"/>
      </w:rPr>
    </w:lvl>
    <w:lvl w:ilvl="1">
      <w:start w:val="1"/>
      <w:numFmt w:val="decimal"/>
      <w:lvlText w:val="%1.%2"/>
      <w:lvlJc w:val="left"/>
      <w:pPr>
        <w:ind w:left="1440" w:hanging="1052"/>
      </w:pPr>
      <w:rPr>
        <w:rFonts w:hint="default"/>
      </w:rPr>
    </w:lvl>
    <w:lvl w:ilvl="2">
      <w:start w:val="1"/>
      <w:numFmt w:val="decimal"/>
      <w:lvlText w:val="%1.%2.%3"/>
      <w:lvlJc w:val="right"/>
      <w:pPr>
        <w:ind w:left="1440" w:hanging="30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53396FC4"/>
    <w:multiLevelType w:val="hybridMultilevel"/>
    <w:tmpl w:val="F266F0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56D7449D"/>
    <w:multiLevelType w:val="hybridMultilevel"/>
    <w:tmpl w:val="643CAC3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5F2A0AF8"/>
    <w:multiLevelType w:val="hybridMultilevel"/>
    <w:tmpl w:val="E8687D4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6E07590"/>
    <w:multiLevelType w:val="hybridMultilevel"/>
    <w:tmpl w:val="E9BA1F62"/>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C4E3F8C"/>
    <w:multiLevelType w:val="hybridMultilevel"/>
    <w:tmpl w:val="F3CC6B1A"/>
    <w:lvl w:ilvl="0" w:tplc="299486CE">
      <w:start w:val="6"/>
      <w:numFmt w:val="bullet"/>
      <w:lvlText w:val="•"/>
      <w:lvlJc w:val="left"/>
      <w:pPr>
        <w:ind w:left="1080" w:hanging="720"/>
      </w:pPr>
      <w:rPr>
        <w:rFonts w:ascii="Source Sans Pro" w:eastAsiaTheme="minorHAnsi" w:hAnsi="Source Sans Pro"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4010D9C"/>
    <w:multiLevelType w:val="hybridMultilevel"/>
    <w:tmpl w:val="84D0B5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8"/>
  </w:num>
  <w:num w:numId="3">
    <w:abstractNumId w:val="7"/>
  </w:num>
  <w:num w:numId="4">
    <w:abstractNumId w:val="5"/>
  </w:num>
  <w:num w:numId="5">
    <w:abstractNumId w:val="12"/>
  </w:num>
  <w:num w:numId="6">
    <w:abstractNumId w:val="6"/>
  </w:num>
  <w:num w:numId="7">
    <w:abstractNumId w:val="6"/>
  </w:num>
  <w:num w:numId="8">
    <w:abstractNumId w:val="2"/>
  </w:num>
  <w:num w:numId="9">
    <w:abstractNumId w:val="10"/>
  </w:num>
  <w:num w:numId="10">
    <w:abstractNumId w:val="1"/>
  </w:num>
  <w:num w:numId="11">
    <w:abstractNumId w:val="9"/>
  </w:num>
  <w:num w:numId="12">
    <w:abstractNumId w:val="11"/>
  </w:num>
  <w:num w:numId="13">
    <w:abstractNumId w:val="0"/>
  </w:num>
  <w:num w:numId="1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AD0"/>
    <w:rsid w:val="00001F79"/>
    <w:rsid w:val="000D0081"/>
    <w:rsid w:val="000F7574"/>
    <w:rsid w:val="00100413"/>
    <w:rsid w:val="00135486"/>
    <w:rsid w:val="0019264F"/>
    <w:rsid w:val="001E32CD"/>
    <w:rsid w:val="00213927"/>
    <w:rsid w:val="00233D2B"/>
    <w:rsid w:val="002671DB"/>
    <w:rsid w:val="00295111"/>
    <w:rsid w:val="002A3012"/>
    <w:rsid w:val="002B3FEC"/>
    <w:rsid w:val="002D74E4"/>
    <w:rsid w:val="002E7AD0"/>
    <w:rsid w:val="00321D7E"/>
    <w:rsid w:val="003263B6"/>
    <w:rsid w:val="00377A4A"/>
    <w:rsid w:val="003D08A7"/>
    <w:rsid w:val="00462560"/>
    <w:rsid w:val="004F1ECE"/>
    <w:rsid w:val="005055A9"/>
    <w:rsid w:val="00526B7E"/>
    <w:rsid w:val="00541920"/>
    <w:rsid w:val="00597B75"/>
    <w:rsid w:val="00607B27"/>
    <w:rsid w:val="00620E6C"/>
    <w:rsid w:val="00646824"/>
    <w:rsid w:val="00666D12"/>
    <w:rsid w:val="00694F4E"/>
    <w:rsid w:val="006E25EA"/>
    <w:rsid w:val="00700D51"/>
    <w:rsid w:val="00731710"/>
    <w:rsid w:val="0078617B"/>
    <w:rsid w:val="00787D5C"/>
    <w:rsid w:val="007A0884"/>
    <w:rsid w:val="007D4A63"/>
    <w:rsid w:val="007D70A5"/>
    <w:rsid w:val="007F7BDA"/>
    <w:rsid w:val="00862F8D"/>
    <w:rsid w:val="00864DB3"/>
    <w:rsid w:val="00886673"/>
    <w:rsid w:val="008C0B4A"/>
    <w:rsid w:val="008C3E77"/>
    <w:rsid w:val="008E25DA"/>
    <w:rsid w:val="00947626"/>
    <w:rsid w:val="009C555A"/>
    <w:rsid w:val="009D22D5"/>
    <w:rsid w:val="009F5C0A"/>
    <w:rsid w:val="00A02FEC"/>
    <w:rsid w:val="00A26D01"/>
    <w:rsid w:val="00A45EC8"/>
    <w:rsid w:val="00A50FC3"/>
    <w:rsid w:val="00A667A0"/>
    <w:rsid w:val="00AC7675"/>
    <w:rsid w:val="00AD0CD7"/>
    <w:rsid w:val="00AF625A"/>
    <w:rsid w:val="00B231AE"/>
    <w:rsid w:val="00BB2CD0"/>
    <w:rsid w:val="00C16E72"/>
    <w:rsid w:val="00C173B8"/>
    <w:rsid w:val="00C36B59"/>
    <w:rsid w:val="00C47803"/>
    <w:rsid w:val="00C74603"/>
    <w:rsid w:val="00C8403B"/>
    <w:rsid w:val="00C8543E"/>
    <w:rsid w:val="00C91081"/>
    <w:rsid w:val="00CA1349"/>
    <w:rsid w:val="00CB5209"/>
    <w:rsid w:val="00CC13F4"/>
    <w:rsid w:val="00D15BA2"/>
    <w:rsid w:val="00D5113F"/>
    <w:rsid w:val="00D93DBB"/>
    <w:rsid w:val="00DC5090"/>
    <w:rsid w:val="00E0677B"/>
    <w:rsid w:val="00E75299"/>
    <w:rsid w:val="00E91754"/>
    <w:rsid w:val="00EB789F"/>
    <w:rsid w:val="00F61793"/>
    <w:rsid w:val="00F61969"/>
    <w:rsid w:val="00FE3869"/>
    <w:rsid w:val="00FE729A"/>
    <w:rsid w:val="6CA7FCAA"/>
    <w:rsid w:val="73E8FA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99949"/>
  <w15:chartTrackingRefBased/>
  <w15:docId w15:val="{D1494917-E549-4829-8A40-65DD1511D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055A9"/>
    <w:pPr>
      <w:keepNext/>
      <w:keepLines/>
      <w:spacing w:before="240" w:after="0"/>
      <w:outlineLvl w:val="0"/>
    </w:pPr>
    <w:rPr>
      <w:rFonts w:asciiTheme="majorHAnsi" w:eastAsiaTheme="majorEastAsia" w:hAnsiTheme="majorHAnsi" w:cstheme="majorBidi"/>
      <w:smallCaps/>
      <w:color w:val="720000" w:themeColor="accent1" w:themeShade="BF"/>
      <w:sz w:val="32"/>
      <w:szCs w:val="32"/>
    </w:rPr>
  </w:style>
  <w:style w:type="paragraph" w:styleId="Heading2">
    <w:name w:val="heading 2"/>
    <w:basedOn w:val="Normal"/>
    <w:next w:val="Normal"/>
    <w:link w:val="Heading2Char"/>
    <w:uiPriority w:val="9"/>
    <w:unhideWhenUsed/>
    <w:qFormat/>
    <w:rsid w:val="005055A9"/>
    <w:pPr>
      <w:keepNext/>
      <w:keepLines/>
      <w:spacing w:before="40" w:after="0"/>
      <w:outlineLvl w:val="1"/>
    </w:pPr>
    <w:rPr>
      <w:rFonts w:eastAsiaTheme="majorEastAsia" w:cstheme="majorBidi"/>
      <w:color w:val="720000" w:themeColor="accent1" w:themeShade="BF"/>
      <w:sz w:val="26"/>
      <w:szCs w:val="26"/>
    </w:rPr>
  </w:style>
  <w:style w:type="paragraph" w:styleId="Heading3">
    <w:name w:val="heading 3"/>
    <w:basedOn w:val="Normal"/>
    <w:next w:val="Normal"/>
    <w:link w:val="Heading3Char"/>
    <w:uiPriority w:val="9"/>
    <w:unhideWhenUsed/>
    <w:qFormat/>
    <w:rsid w:val="005055A9"/>
    <w:pPr>
      <w:keepNext/>
      <w:keepLines/>
      <w:spacing w:before="40" w:after="0"/>
      <w:outlineLvl w:val="2"/>
    </w:pPr>
    <w:rPr>
      <w:rFonts w:eastAsiaTheme="majorEastAsia" w:cstheme="majorBidi"/>
      <w:color w:val="4C000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173B8"/>
    <w:pPr>
      <w:pBdr>
        <w:bottom w:val="single" w:sz="4" w:space="1" w:color="auto"/>
      </w:pBdr>
      <w:spacing w:line="240" w:lineRule="auto"/>
      <w:contextualSpacing/>
      <w:outlineLvl w:val="0"/>
    </w:pPr>
    <w:rPr>
      <w:rFonts w:asciiTheme="majorHAnsi" w:eastAsiaTheme="majorEastAsia" w:hAnsiTheme="majorHAnsi" w:cstheme="majorBidi"/>
      <w:smallCaps/>
      <w:spacing w:val="-10"/>
      <w:kern w:val="28"/>
      <w:sz w:val="48"/>
      <w:szCs w:val="56"/>
    </w:rPr>
  </w:style>
  <w:style w:type="character" w:customStyle="1" w:styleId="TitleChar">
    <w:name w:val="Title Char"/>
    <w:basedOn w:val="DefaultParagraphFont"/>
    <w:link w:val="Title"/>
    <w:uiPriority w:val="10"/>
    <w:rsid w:val="00C173B8"/>
    <w:rPr>
      <w:rFonts w:asciiTheme="majorHAnsi" w:eastAsiaTheme="majorEastAsia" w:hAnsiTheme="majorHAnsi" w:cstheme="majorBidi"/>
      <w:smallCaps/>
      <w:spacing w:val="-10"/>
      <w:kern w:val="28"/>
      <w:sz w:val="48"/>
      <w:szCs w:val="56"/>
    </w:rPr>
  </w:style>
  <w:style w:type="character" w:customStyle="1" w:styleId="Heading1Char">
    <w:name w:val="Heading 1 Char"/>
    <w:basedOn w:val="DefaultParagraphFont"/>
    <w:link w:val="Heading1"/>
    <w:uiPriority w:val="9"/>
    <w:rsid w:val="005055A9"/>
    <w:rPr>
      <w:rFonts w:asciiTheme="majorHAnsi" w:eastAsiaTheme="majorEastAsia" w:hAnsiTheme="majorHAnsi" w:cstheme="majorBidi"/>
      <w:smallCaps/>
      <w:color w:val="720000" w:themeColor="accent1" w:themeShade="BF"/>
      <w:sz w:val="32"/>
      <w:szCs w:val="32"/>
    </w:rPr>
  </w:style>
  <w:style w:type="character" w:customStyle="1" w:styleId="zDPFiledOnBehalfOf">
    <w:name w:val="zDP Filed On Behalf Of"/>
    <w:uiPriority w:val="99"/>
    <w:semiHidden/>
    <w:rsid w:val="002D74E4"/>
  </w:style>
  <w:style w:type="character" w:styleId="Hyperlink">
    <w:name w:val="Hyperlink"/>
    <w:basedOn w:val="DefaultParagraphFont"/>
    <w:uiPriority w:val="99"/>
    <w:unhideWhenUsed/>
    <w:rsid w:val="002D74E4"/>
    <w:rPr>
      <w:color w:val="FE2828" w:themeColor="hyperlink"/>
      <w:u w:val="single"/>
    </w:rPr>
  </w:style>
  <w:style w:type="paragraph" w:styleId="ListParagraph">
    <w:name w:val="List Paragraph"/>
    <w:basedOn w:val="Normal"/>
    <w:uiPriority w:val="34"/>
    <w:qFormat/>
    <w:rsid w:val="00A26D01"/>
    <w:pPr>
      <w:spacing w:after="200"/>
      <w:ind w:left="720"/>
    </w:pPr>
  </w:style>
  <w:style w:type="paragraph" w:customStyle="1" w:styleId="NumberLevel2">
    <w:name w:val="Number Level 2"/>
    <w:basedOn w:val="Normal"/>
    <w:rsid w:val="002D74E4"/>
  </w:style>
  <w:style w:type="paragraph" w:customStyle="1" w:styleId="NumberLevel3">
    <w:name w:val="Number Level 3"/>
    <w:basedOn w:val="Normal"/>
    <w:rsid w:val="002D74E4"/>
  </w:style>
  <w:style w:type="paragraph" w:customStyle="1" w:styleId="NumberLevel4">
    <w:name w:val="Number Level 4"/>
    <w:basedOn w:val="Normal"/>
    <w:rsid w:val="002D74E4"/>
  </w:style>
  <w:style w:type="paragraph" w:customStyle="1" w:styleId="NumberLevel5">
    <w:name w:val="Number Level 5"/>
    <w:basedOn w:val="Normal"/>
    <w:rsid w:val="002D74E4"/>
  </w:style>
  <w:style w:type="paragraph" w:customStyle="1" w:styleId="NumberLevel6">
    <w:name w:val="Number Level 6"/>
    <w:basedOn w:val="Normal"/>
    <w:rsid w:val="002D74E4"/>
  </w:style>
  <w:style w:type="paragraph" w:customStyle="1" w:styleId="NumberLevel7">
    <w:name w:val="Number Level 7"/>
    <w:basedOn w:val="Normal"/>
    <w:rsid w:val="002D74E4"/>
  </w:style>
  <w:style w:type="paragraph" w:customStyle="1" w:styleId="NumberLevel8">
    <w:name w:val="Number Level 8"/>
    <w:basedOn w:val="Normal"/>
    <w:rsid w:val="002D74E4"/>
  </w:style>
  <w:style w:type="paragraph" w:customStyle="1" w:styleId="NumberLevel9">
    <w:name w:val="Number Level 9"/>
    <w:basedOn w:val="Normal"/>
    <w:rsid w:val="002D74E4"/>
  </w:style>
  <w:style w:type="paragraph" w:styleId="BalloonText">
    <w:name w:val="Balloon Text"/>
    <w:basedOn w:val="Normal"/>
    <w:link w:val="BalloonTextChar"/>
    <w:uiPriority w:val="99"/>
    <w:semiHidden/>
    <w:unhideWhenUsed/>
    <w:rsid w:val="00597B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7B75"/>
    <w:rPr>
      <w:rFonts w:ascii="Segoe UI" w:hAnsi="Segoe UI" w:cs="Segoe UI"/>
      <w:sz w:val="18"/>
      <w:szCs w:val="18"/>
    </w:rPr>
  </w:style>
  <w:style w:type="character" w:customStyle="1" w:styleId="Heading2Char">
    <w:name w:val="Heading 2 Char"/>
    <w:basedOn w:val="DefaultParagraphFont"/>
    <w:link w:val="Heading2"/>
    <w:uiPriority w:val="9"/>
    <w:rsid w:val="005055A9"/>
    <w:rPr>
      <w:rFonts w:eastAsiaTheme="majorEastAsia" w:cstheme="majorBidi"/>
      <w:color w:val="720000" w:themeColor="accent1" w:themeShade="BF"/>
      <w:sz w:val="26"/>
      <w:szCs w:val="26"/>
    </w:rPr>
  </w:style>
  <w:style w:type="character" w:customStyle="1" w:styleId="Heading3Char">
    <w:name w:val="Heading 3 Char"/>
    <w:basedOn w:val="DefaultParagraphFont"/>
    <w:link w:val="Heading3"/>
    <w:uiPriority w:val="9"/>
    <w:rsid w:val="005055A9"/>
    <w:rPr>
      <w:rFonts w:eastAsiaTheme="majorEastAsia" w:cstheme="majorBidi"/>
      <w:color w:val="4C0000" w:themeColor="accent1" w:themeShade="7F"/>
      <w:sz w:val="24"/>
      <w:szCs w:val="24"/>
    </w:rPr>
  </w:style>
  <w:style w:type="paragraph" w:styleId="Subtitle">
    <w:name w:val="Subtitle"/>
    <w:basedOn w:val="Normal"/>
    <w:next w:val="Normal"/>
    <w:link w:val="SubtitleChar"/>
    <w:uiPriority w:val="11"/>
    <w:qFormat/>
    <w:rsid w:val="000D008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0D0081"/>
    <w:rPr>
      <w:rFonts w:eastAsiaTheme="minorEastAsia"/>
      <w:color w:val="5A5A5A" w:themeColor="text1" w:themeTint="A5"/>
      <w:spacing w:val="15"/>
    </w:rPr>
  </w:style>
  <w:style w:type="paragraph" w:styleId="TOCHeading">
    <w:name w:val="TOC Heading"/>
    <w:basedOn w:val="Heading1"/>
    <w:next w:val="Normal"/>
    <w:uiPriority w:val="39"/>
    <w:unhideWhenUsed/>
    <w:qFormat/>
    <w:rsid w:val="003D08A7"/>
    <w:pPr>
      <w:outlineLvl w:val="9"/>
    </w:pPr>
    <w:rPr>
      <w:lang w:val="en-US"/>
    </w:rPr>
  </w:style>
  <w:style w:type="paragraph" w:styleId="TOC1">
    <w:name w:val="toc 1"/>
    <w:basedOn w:val="Normal"/>
    <w:next w:val="Normal"/>
    <w:autoRedefine/>
    <w:uiPriority w:val="39"/>
    <w:unhideWhenUsed/>
    <w:rsid w:val="003263B6"/>
    <w:pPr>
      <w:tabs>
        <w:tab w:val="right" w:leader="dot" w:pos="9752"/>
      </w:tabs>
      <w:spacing w:after="100"/>
    </w:pPr>
  </w:style>
  <w:style w:type="paragraph" w:styleId="TOC2">
    <w:name w:val="toc 2"/>
    <w:basedOn w:val="Normal"/>
    <w:next w:val="Normal"/>
    <w:autoRedefine/>
    <w:uiPriority w:val="39"/>
    <w:unhideWhenUsed/>
    <w:rsid w:val="003D08A7"/>
    <w:pPr>
      <w:spacing w:after="100"/>
      <w:ind w:left="220"/>
    </w:pPr>
  </w:style>
  <w:style w:type="paragraph" w:styleId="TOC3">
    <w:name w:val="toc 3"/>
    <w:basedOn w:val="Normal"/>
    <w:next w:val="Normal"/>
    <w:link w:val="TOC3Char"/>
    <w:autoRedefine/>
    <w:uiPriority w:val="39"/>
    <w:unhideWhenUsed/>
    <w:rsid w:val="003D08A7"/>
    <w:pPr>
      <w:spacing w:after="100"/>
      <w:ind w:left="440"/>
    </w:pPr>
  </w:style>
  <w:style w:type="table" w:styleId="TableGrid">
    <w:name w:val="Table Grid"/>
    <w:basedOn w:val="TableNormal"/>
    <w:uiPriority w:val="39"/>
    <w:rsid w:val="007D4A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C36B5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Header">
    <w:name w:val="header"/>
    <w:basedOn w:val="Normal"/>
    <w:link w:val="HeaderChar"/>
    <w:uiPriority w:val="99"/>
    <w:unhideWhenUsed/>
    <w:rsid w:val="00864DB3"/>
    <w:pPr>
      <w:tabs>
        <w:tab w:val="center" w:pos="4513"/>
        <w:tab w:val="right" w:pos="9026"/>
      </w:tabs>
      <w:spacing w:line="240" w:lineRule="auto"/>
      <w:ind w:right="-284"/>
    </w:pPr>
    <w:rPr>
      <w:rFonts w:asciiTheme="majorHAnsi" w:hAnsiTheme="majorHAnsi"/>
      <w:b/>
      <w:caps/>
      <w:color w:val="404040" w:themeColor="text1" w:themeTint="BF"/>
      <w:sz w:val="19"/>
    </w:rPr>
  </w:style>
  <w:style w:type="character" w:customStyle="1" w:styleId="HeaderChar">
    <w:name w:val="Header Char"/>
    <w:basedOn w:val="DefaultParagraphFont"/>
    <w:link w:val="Header"/>
    <w:uiPriority w:val="99"/>
    <w:rsid w:val="00864DB3"/>
    <w:rPr>
      <w:rFonts w:asciiTheme="majorHAnsi" w:hAnsiTheme="majorHAnsi"/>
      <w:b/>
      <w:caps/>
      <w:color w:val="404040" w:themeColor="text1" w:themeTint="BF"/>
      <w:sz w:val="19"/>
    </w:rPr>
  </w:style>
  <w:style w:type="paragraph" w:styleId="Footer">
    <w:name w:val="footer"/>
    <w:basedOn w:val="Normal"/>
    <w:link w:val="FooterChar"/>
    <w:uiPriority w:val="99"/>
    <w:unhideWhenUsed/>
    <w:rsid w:val="00864DB3"/>
    <w:pPr>
      <w:pBdr>
        <w:bottom w:val="single" w:sz="12" w:space="1" w:color="550000" w:themeColor="accent2" w:themeShade="BF"/>
      </w:pBdr>
      <w:tabs>
        <w:tab w:val="center" w:pos="4871"/>
        <w:tab w:val="right" w:pos="9741"/>
      </w:tabs>
      <w:spacing w:after="0" w:line="276" w:lineRule="auto"/>
      <w:ind w:left="-284" w:right="-284"/>
      <w:jc w:val="center"/>
    </w:pPr>
    <w:rPr>
      <w:rFonts w:eastAsiaTheme="minorEastAsia"/>
      <w:b/>
      <w:smallCaps/>
      <w:sz w:val="16"/>
      <w:szCs w:val="21"/>
    </w:rPr>
  </w:style>
  <w:style w:type="character" w:customStyle="1" w:styleId="FooterChar">
    <w:name w:val="Footer Char"/>
    <w:basedOn w:val="DefaultParagraphFont"/>
    <w:link w:val="Footer"/>
    <w:uiPriority w:val="99"/>
    <w:rsid w:val="00864DB3"/>
    <w:rPr>
      <w:rFonts w:eastAsiaTheme="minorEastAsia"/>
      <w:b/>
      <w:smallCaps/>
      <w:sz w:val="16"/>
      <w:szCs w:val="21"/>
    </w:rPr>
  </w:style>
  <w:style w:type="paragraph" w:customStyle="1" w:styleId="Style1">
    <w:name w:val="Style1"/>
    <w:basedOn w:val="Title"/>
    <w:link w:val="Style1Char"/>
    <w:rsid w:val="00C91081"/>
    <w:pPr>
      <w:pBdr>
        <w:bottom w:val="none" w:sz="0" w:space="0" w:color="auto"/>
      </w:pBdr>
      <w:jc w:val="center"/>
      <w:outlineLvl w:val="9"/>
    </w:pPr>
  </w:style>
  <w:style w:type="paragraph" w:customStyle="1" w:styleId="Style2">
    <w:name w:val="Style2"/>
    <w:basedOn w:val="Title"/>
    <w:link w:val="Style2Char"/>
    <w:rsid w:val="00C91081"/>
    <w:pPr>
      <w:pBdr>
        <w:top w:val="single" w:sz="4" w:space="1" w:color="auto"/>
      </w:pBdr>
      <w:spacing w:before="240"/>
      <w:outlineLvl w:val="9"/>
    </w:pPr>
    <w:rPr>
      <w:sz w:val="76"/>
      <w:szCs w:val="76"/>
    </w:rPr>
  </w:style>
  <w:style w:type="character" w:customStyle="1" w:styleId="Style1Char">
    <w:name w:val="Style1 Char"/>
    <w:basedOn w:val="TitleChar"/>
    <w:link w:val="Style1"/>
    <w:rsid w:val="00C91081"/>
    <w:rPr>
      <w:rFonts w:asciiTheme="majorHAnsi" w:eastAsiaTheme="majorEastAsia" w:hAnsiTheme="majorHAnsi" w:cstheme="majorBidi"/>
      <w:smallCaps/>
      <w:spacing w:val="-10"/>
      <w:kern w:val="28"/>
      <w:sz w:val="48"/>
      <w:szCs w:val="56"/>
    </w:rPr>
  </w:style>
  <w:style w:type="character" w:customStyle="1" w:styleId="Style2Char">
    <w:name w:val="Style2 Char"/>
    <w:basedOn w:val="TitleChar"/>
    <w:link w:val="Style2"/>
    <w:rsid w:val="00C91081"/>
    <w:rPr>
      <w:rFonts w:asciiTheme="majorHAnsi" w:eastAsiaTheme="majorEastAsia" w:hAnsiTheme="majorHAnsi" w:cstheme="majorBidi"/>
      <w:smallCaps/>
      <w:spacing w:val="-10"/>
      <w:kern w:val="28"/>
      <w:sz w:val="76"/>
      <w:szCs w:val="76"/>
    </w:rPr>
  </w:style>
  <w:style w:type="character" w:styleId="PlaceholderText">
    <w:name w:val="Placeholder Text"/>
    <w:basedOn w:val="DefaultParagraphFont"/>
    <w:uiPriority w:val="99"/>
    <w:semiHidden/>
    <w:rsid w:val="00864DB3"/>
    <w:rPr>
      <w:color w:val="808080"/>
    </w:rPr>
  </w:style>
  <w:style w:type="character" w:styleId="Strong">
    <w:name w:val="Strong"/>
    <w:basedOn w:val="DefaultParagraphFont"/>
    <w:uiPriority w:val="22"/>
    <w:qFormat/>
    <w:rsid w:val="00D5113F"/>
    <w:rPr>
      <w:b/>
      <w:bCs/>
    </w:rPr>
  </w:style>
  <w:style w:type="paragraph" w:styleId="NormalWeb">
    <w:name w:val="Normal (Web)"/>
    <w:basedOn w:val="Normal"/>
    <w:uiPriority w:val="99"/>
    <w:rsid w:val="00213927"/>
    <w:pPr>
      <w:spacing w:after="0" w:line="240" w:lineRule="auto"/>
    </w:pPr>
    <w:rPr>
      <w:rFonts w:ascii="Times New Roman" w:eastAsia="Times New Roman" w:hAnsi="Times New Roman" w:cs="Times New Roman"/>
      <w:sz w:val="24"/>
      <w:szCs w:val="24"/>
      <w:lang w:val="en-US"/>
    </w:rPr>
  </w:style>
  <w:style w:type="character" w:customStyle="1" w:styleId="TOC3Char">
    <w:name w:val="TOC 3 Char"/>
    <w:basedOn w:val="DefaultParagraphFont"/>
    <w:link w:val="TOC3"/>
    <w:uiPriority w:val="39"/>
    <w:rsid w:val="00FE729A"/>
  </w:style>
  <w:style w:type="character" w:styleId="SubtleEmphasis">
    <w:name w:val="Subtle Emphasis"/>
    <w:basedOn w:val="DefaultParagraphFont"/>
    <w:uiPriority w:val="19"/>
    <w:qFormat/>
    <w:rsid w:val="00135486"/>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I:\OneDrive\TKD\_nSTQ\Templates\Standard%20Portrait%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AFF7530A7DF445C89ECA007CF17A8C4"/>
        <w:category>
          <w:name w:val="General"/>
          <w:gallery w:val="placeholder"/>
        </w:category>
        <w:types>
          <w:type w:val="bbPlcHdr"/>
        </w:types>
        <w:behaviors>
          <w:behavior w:val="content"/>
        </w:behaviors>
        <w:guid w:val="{7E352BA4-DAB3-472A-8602-F9DC4093553E}"/>
      </w:docPartPr>
      <w:docPartBody>
        <w:p w:rsidR="009358BF" w:rsidRDefault="00CE4CE0">
          <w:pPr>
            <w:pStyle w:val="DAFF7530A7DF445C89ECA007CF17A8C4"/>
          </w:pPr>
          <w:r w:rsidRPr="00440A79">
            <w:rPr>
              <w:rStyle w:val="PlaceholderText"/>
            </w:rPr>
            <w:t>[Title]</w:t>
          </w:r>
        </w:p>
      </w:docPartBody>
    </w:docPart>
    <w:docPart>
      <w:docPartPr>
        <w:name w:val="09B2997DC2B14018BF19D414B7325026"/>
        <w:category>
          <w:name w:val="General"/>
          <w:gallery w:val="placeholder"/>
        </w:category>
        <w:types>
          <w:type w:val="bbPlcHdr"/>
        </w:types>
        <w:behaviors>
          <w:behavior w:val="content"/>
        </w:behaviors>
        <w:guid w:val="{7D59FA71-7469-445B-A50F-FDD40E40C5D6}"/>
      </w:docPartPr>
      <w:docPartBody>
        <w:p w:rsidR="009358BF" w:rsidRDefault="00CE4CE0">
          <w:pPr>
            <w:pStyle w:val="09B2997DC2B14018BF19D414B7325026"/>
          </w:pPr>
          <w:r w:rsidRPr="004E0D6E">
            <w:rPr>
              <w:rStyle w:val="PlaceholderText"/>
            </w:rPr>
            <w:t>Click or tap to enter a date.</w:t>
          </w:r>
        </w:p>
      </w:docPartBody>
    </w:docPart>
    <w:docPart>
      <w:docPartPr>
        <w:name w:val="D64B0B600A5D47C286054EF17FD04326"/>
        <w:category>
          <w:name w:val="General"/>
          <w:gallery w:val="placeholder"/>
        </w:category>
        <w:types>
          <w:type w:val="bbPlcHdr"/>
        </w:types>
        <w:behaviors>
          <w:behavior w:val="content"/>
        </w:behaviors>
        <w:guid w:val="{450A58D8-3F82-4A06-9CE8-6539D93460AB}"/>
      </w:docPartPr>
      <w:docPartBody>
        <w:p w:rsidR="009358BF" w:rsidRDefault="00CE4CE0">
          <w:pPr>
            <w:pStyle w:val="D64B0B600A5D47C286054EF17FD04326"/>
          </w:pPr>
          <w:r w:rsidRPr="004E0D6E">
            <w:rPr>
              <w:rStyle w:val="PlaceholderText"/>
            </w:rPr>
            <w:t>Click or tap here to enter text.</w:t>
          </w:r>
        </w:p>
      </w:docPartBody>
    </w:docPart>
    <w:docPart>
      <w:docPartPr>
        <w:name w:val="263B28B2F144422DBD187CEFD98B491D"/>
        <w:category>
          <w:name w:val="General"/>
          <w:gallery w:val="placeholder"/>
        </w:category>
        <w:types>
          <w:type w:val="bbPlcHdr"/>
        </w:types>
        <w:behaviors>
          <w:behavior w:val="content"/>
        </w:behaviors>
        <w:guid w:val="{D7B2BAD6-356D-4171-8541-31EB197CAFD7}"/>
      </w:docPartPr>
      <w:docPartBody>
        <w:p w:rsidR="009358BF" w:rsidRDefault="00CE4CE0">
          <w:pPr>
            <w:pStyle w:val="263B28B2F144422DBD187CEFD98B491D"/>
          </w:pPr>
          <w:r w:rsidRPr="006115D9">
            <w:rPr>
              <w:rStyle w:val="PlaceholderText"/>
            </w:rPr>
            <w:t>[Title]</w:t>
          </w:r>
        </w:p>
      </w:docPartBody>
    </w:docPart>
    <w:docPart>
      <w:docPartPr>
        <w:name w:val="23AF1DEA44354A669968E85DF616B8AD"/>
        <w:category>
          <w:name w:val="General"/>
          <w:gallery w:val="placeholder"/>
        </w:category>
        <w:types>
          <w:type w:val="bbPlcHdr"/>
        </w:types>
        <w:behaviors>
          <w:behavior w:val="content"/>
        </w:behaviors>
        <w:guid w:val="{72F7A676-8EB4-4AEA-829D-561A033F293C}"/>
      </w:docPartPr>
      <w:docPartBody>
        <w:p w:rsidR="009358BF" w:rsidRDefault="00CE4CE0">
          <w:pPr>
            <w:pStyle w:val="23AF1DEA44354A669968E85DF616B8AD"/>
          </w:pPr>
          <w:r w:rsidRPr="006115D9">
            <w:rPr>
              <w:rStyle w:val="PlaceholderText"/>
            </w:rPr>
            <w:t>[Title]</w:t>
          </w:r>
        </w:p>
      </w:docPartBody>
    </w:docPart>
    <w:docPart>
      <w:docPartPr>
        <w:name w:val="B640D9B2D2624503A7F4D91F3EBE6CA0"/>
        <w:category>
          <w:name w:val="General"/>
          <w:gallery w:val="placeholder"/>
        </w:category>
        <w:types>
          <w:type w:val="bbPlcHdr"/>
        </w:types>
        <w:behaviors>
          <w:behavior w:val="content"/>
        </w:behaviors>
        <w:guid w:val="{F6E880D3-B122-487D-8D9C-F8C5B18B5DC1}"/>
      </w:docPartPr>
      <w:docPartBody>
        <w:p w:rsidR="009358BF" w:rsidRDefault="00CE4CE0">
          <w:pPr>
            <w:pStyle w:val="B640D9B2D2624503A7F4D91F3EBE6CA0"/>
          </w:pPr>
          <w:r w:rsidRPr="006115D9">
            <w:rPr>
              <w:rStyle w:val="PlaceholderText"/>
            </w:rPr>
            <w:t>[Title]</w:t>
          </w:r>
        </w:p>
      </w:docPartBody>
    </w:docPart>
    <w:docPart>
      <w:docPartPr>
        <w:name w:val="4896362A94B643D1AD86E16EC87887E9"/>
        <w:category>
          <w:name w:val="General"/>
          <w:gallery w:val="placeholder"/>
        </w:category>
        <w:types>
          <w:type w:val="bbPlcHdr"/>
        </w:types>
        <w:behaviors>
          <w:behavior w:val="content"/>
        </w:behaviors>
        <w:guid w:val="{31122129-4496-4DF7-A133-D65E964A342A}"/>
      </w:docPartPr>
      <w:docPartBody>
        <w:p w:rsidR="009358BF" w:rsidRDefault="00CE4CE0" w:rsidP="00CE4CE0">
          <w:pPr>
            <w:pStyle w:val="4896362A94B643D1AD86E16EC87887E9"/>
          </w:pPr>
          <w:r w:rsidRPr="00160EC3">
            <w:rPr>
              <w:rStyle w:val="PlaceholderText"/>
            </w:rPr>
            <w:t>Click or tap to enter a date.</w:t>
          </w:r>
        </w:p>
      </w:docPartBody>
    </w:docPart>
    <w:docPart>
      <w:docPartPr>
        <w:name w:val="7ABABB5AA5DA4447929FFCFAE597436B"/>
        <w:category>
          <w:name w:val="General"/>
          <w:gallery w:val="placeholder"/>
        </w:category>
        <w:types>
          <w:type w:val="bbPlcHdr"/>
        </w:types>
        <w:behaviors>
          <w:behavior w:val="content"/>
        </w:behaviors>
        <w:guid w:val="{DE7D36A4-A3F5-41F9-87B9-2C632A5AE10F}"/>
      </w:docPartPr>
      <w:docPartBody>
        <w:p w:rsidR="009358BF" w:rsidRDefault="00CE4CE0" w:rsidP="00CE4CE0">
          <w:pPr>
            <w:pStyle w:val="7ABABB5AA5DA4447929FFCFAE597436B"/>
          </w:pPr>
          <w:r w:rsidRPr="00160EC3">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ource Sans Pro">
    <w:altName w:val="Cambria Math"/>
    <w:charset w:val="00"/>
    <w:family w:val="swiss"/>
    <w:pitch w:val="variable"/>
    <w:sig w:usb0="00000001" w:usb1="02000001" w:usb2="00000000" w:usb3="00000000" w:csb0="0000019F" w:csb1="00000000"/>
  </w:font>
  <w:font w:name="Akzidenz-Grotesk BQ Light with">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CE0"/>
    <w:rsid w:val="009358BF"/>
    <w:rsid w:val="00CE4CE0"/>
    <w:rsid w:val="00E218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E4CE0"/>
    <w:rPr>
      <w:color w:val="808080"/>
    </w:rPr>
  </w:style>
  <w:style w:type="paragraph" w:customStyle="1" w:styleId="DAFF7530A7DF445C89ECA007CF17A8C4">
    <w:name w:val="DAFF7530A7DF445C89ECA007CF17A8C4"/>
  </w:style>
  <w:style w:type="paragraph" w:customStyle="1" w:styleId="09B2997DC2B14018BF19D414B7325026">
    <w:name w:val="09B2997DC2B14018BF19D414B7325026"/>
  </w:style>
  <w:style w:type="paragraph" w:customStyle="1" w:styleId="D64B0B600A5D47C286054EF17FD04326">
    <w:name w:val="D64B0B600A5D47C286054EF17FD04326"/>
  </w:style>
  <w:style w:type="paragraph" w:customStyle="1" w:styleId="A49E92114812409E97B3529BF907D449">
    <w:name w:val="A49E92114812409E97B3529BF907D449"/>
  </w:style>
  <w:style w:type="paragraph" w:customStyle="1" w:styleId="263B28B2F144422DBD187CEFD98B491D">
    <w:name w:val="263B28B2F144422DBD187CEFD98B491D"/>
  </w:style>
  <w:style w:type="paragraph" w:customStyle="1" w:styleId="23AF1DEA44354A669968E85DF616B8AD">
    <w:name w:val="23AF1DEA44354A669968E85DF616B8AD"/>
  </w:style>
  <w:style w:type="paragraph" w:customStyle="1" w:styleId="B640D9B2D2624503A7F4D91F3EBE6CA0">
    <w:name w:val="B640D9B2D2624503A7F4D91F3EBE6CA0"/>
  </w:style>
  <w:style w:type="paragraph" w:customStyle="1" w:styleId="4896362A94B643D1AD86E16EC87887E9">
    <w:name w:val="4896362A94B643D1AD86E16EC87887E9"/>
    <w:rsid w:val="00CE4CE0"/>
  </w:style>
  <w:style w:type="paragraph" w:customStyle="1" w:styleId="7ABABB5AA5DA4447929FFCFAE597436B">
    <w:name w:val="7ABABB5AA5DA4447929FFCFAE597436B"/>
    <w:rsid w:val="00CE4C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2C3C43"/>
      </a:dk2>
      <a:lt2>
        <a:srgbClr val="EBEBEB"/>
      </a:lt2>
      <a:accent1>
        <a:srgbClr val="990000"/>
      </a:accent1>
      <a:accent2>
        <a:srgbClr val="720000"/>
      </a:accent2>
      <a:accent3>
        <a:srgbClr val="E6B91E"/>
      </a:accent3>
      <a:accent4>
        <a:srgbClr val="E76618"/>
      </a:accent4>
      <a:accent5>
        <a:srgbClr val="C42F1A"/>
      </a:accent5>
      <a:accent6>
        <a:srgbClr val="918655"/>
      </a:accent6>
      <a:hlink>
        <a:srgbClr val="FE2828"/>
      </a:hlink>
      <a:folHlink>
        <a:srgbClr val="FF7070"/>
      </a:folHlink>
    </a:clrScheme>
    <a:fontScheme name="TQ 2016">
      <a:majorFont>
        <a:latin typeface="Akzidenz-Grotesk BQ Light with "/>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5A97EBFF78CF49BD4F30776219E1B7" ma:contentTypeVersion="9" ma:contentTypeDescription="Create a new document." ma:contentTypeScope="" ma:versionID="23110bbf0de6b7007d94f8e92613efa0">
  <xsd:schema xmlns:xsd="http://www.w3.org/2001/XMLSchema" xmlns:xs="http://www.w3.org/2001/XMLSchema" xmlns:p="http://schemas.microsoft.com/office/2006/metadata/properties" xmlns:ns1="http://schemas.microsoft.com/sharepoint/v3" xmlns:ns2="ba20612c-bd0a-4ad9-a44b-891de17236ac" xmlns:ns3="88e9725b-4acd-442e-9625-c5ef8b69fae3" targetNamespace="http://schemas.microsoft.com/office/2006/metadata/properties" ma:root="true" ma:fieldsID="51fe05d33d2173abbcbdf11fc0f17fe0" ns1:_="" ns2:_="" ns3:_="">
    <xsd:import namespace="http://schemas.microsoft.com/sharepoint/v3"/>
    <xsd:import namespace="ba20612c-bd0a-4ad9-a44b-891de17236ac"/>
    <xsd:import namespace="88e9725b-4acd-442e-9625-c5ef8b69fae3"/>
    <xsd:element name="properties">
      <xsd:complexType>
        <xsd:sequence>
          <xsd:element name="documentManagement">
            <xsd:complexType>
              <xsd:all>
                <xsd:element ref="ns1:_dlc_ExpireDateSaved" minOccurs="0"/>
                <xsd:element ref="ns1:_dlc_ExpireDate" minOccurs="0"/>
                <xsd:element ref="ns1:_dlc_Exempt"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8" nillable="true" ma:displayName="Original Expiration Date" ma:description="" ma:hidden="true" ma:internalName="_dlc_ExpireDateSaved" ma:readOnly="true">
      <xsd:simpleType>
        <xsd:restriction base="dms:DateTime"/>
      </xsd:simpleType>
    </xsd:element>
    <xsd:element name="_dlc_ExpireDate" ma:index="9" nillable="true" ma:displayName="Expiration Date" ma:description="" ma:hidden="true" ma:internalName="_dlc_ExpireDate" ma:readOnly="true">
      <xsd:simpleType>
        <xsd:restriction base="dms:DateTime"/>
      </xsd:simpleType>
    </xsd:element>
    <xsd:element name="_dlc_Exempt" ma:index="10" nillable="true" ma:displayName="Exempt from Policy" ma:description=""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a20612c-bd0a-4ad9-a44b-891de17236ac"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e9725b-4acd-442e-9625-c5ef8b69fae3"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C8E16-BCD2-4953-B7D1-1BD19F20F069}">
  <ds:schemaRefs>
    <ds:schemaRef ds:uri="http://schemas.microsoft.com/sharepoint/v3/contenttype/forms"/>
  </ds:schemaRefs>
</ds:datastoreItem>
</file>

<file path=customXml/itemProps2.xml><?xml version="1.0" encoding="utf-8"?>
<ds:datastoreItem xmlns:ds="http://schemas.openxmlformats.org/officeDocument/2006/customXml" ds:itemID="{A20115DE-BE15-42FC-A45E-E692D242B9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a20612c-bd0a-4ad9-a44b-891de17236ac"/>
    <ds:schemaRef ds:uri="88e9725b-4acd-442e-9625-c5ef8b69fa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1DB839-11A8-4DE4-8448-8C1E06B1111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41A76C-8520-4D5F-9E85-C1728837F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Portrait Document</Template>
  <TotalTime>0</TotalTime>
  <Pages>6</Pages>
  <Words>1178</Words>
  <Characters>6720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Conflict of Interest Policy</vt:lpstr>
    </vt:vector>
  </TitlesOfParts>
  <Company>Sports Taekwondo Queensland Inc.</Company>
  <LinksUpToDate>false</LinksUpToDate>
  <CharactersWithSpaces>7883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Conflict of Interest Policy</dc:title>
  <dc:subject/>
  <dc:creator>Allison Golsby</dc:creator>
  <cp:keywords/>
  <dc:description/>
  <cp:lastModifiedBy>Darryl Green</cp:lastModifiedBy>
  <cp:revision>1</cp:revision>
  <dcterms:created xsi:type="dcterms:W3CDTF">2016-06-16T07:52:00Z</dcterms:created>
  <dcterms:modified xsi:type="dcterms:W3CDTF">2018-07-09T11:26:00Z</dcterms:modified>
  <cp:category>Policy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0x010100CB5A97EBFF78CF49BD4F30776219E1B7</vt:lpwstr>
  </property>
  <property fmtid="{D5CDD505-2E9C-101B-9397-08002B2CF9AE}" pid="3" name="_dlc_policyId">
    <vt:lpwstr/>
  </property>
  <property fmtid="{D5CDD505-2E9C-101B-9397-08002B2CF9AE}" pid="4" name="ItemRetentionFormula">
    <vt:lpwstr/>
  </property>
</Properties>
</file>